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B786D" w14:textId="6310AA8B" w:rsidR="008D60F8" w:rsidRDefault="00DD026A">
      <w:pPr>
        <w:rPr>
          <w:color w:val="FF0000"/>
        </w:rPr>
      </w:pPr>
      <w:r>
        <w:rPr>
          <w:noProof/>
          <w:color w:val="FF0000"/>
          <w:lang w:val="en-AU"/>
        </w:rPr>
        <w:drawing>
          <wp:anchor distT="0" distB="0" distL="114300" distR="114300" simplePos="0" relativeHeight="251657728" behindDoc="0" locked="0" layoutInCell="1" allowOverlap="1" wp14:anchorId="6FEE4337" wp14:editId="2248EF4A">
            <wp:simplePos x="0" y="0"/>
            <wp:positionH relativeFrom="column">
              <wp:posOffset>2922905</wp:posOffset>
            </wp:positionH>
            <wp:positionV relativeFrom="paragraph">
              <wp:posOffset>-700405</wp:posOffset>
            </wp:positionV>
            <wp:extent cx="3200400" cy="969645"/>
            <wp:effectExtent l="0" t="0" r="0" b="0"/>
            <wp:wrapSquare wrapText="bothSides"/>
            <wp:docPr id="3" name="Picture 3" descr="DECD_rgb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CD_rgb_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0F8">
        <w:rPr>
          <w:color w:val="FF0000"/>
        </w:rPr>
        <w:tab/>
      </w:r>
      <w:r w:rsidR="008D60F8">
        <w:rPr>
          <w:color w:val="FF0000"/>
        </w:rPr>
        <w:tab/>
      </w:r>
      <w:r w:rsidR="008D60F8">
        <w:rPr>
          <w:color w:val="FF0000"/>
        </w:rPr>
        <w:tab/>
      </w:r>
      <w:r w:rsidR="008D60F8">
        <w:rPr>
          <w:color w:val="FF0000"/>
        </w:rPr>
        <w:tab/>
      </w:r>
      <w:r w:rsidR="008D60F8">
        <w:rPr>
          <w:color w:val="FF0000"/>
        </w:rPr>
        <w:tab/>
      </w:r>
      <w:r w:rsidR="008D60F8">
        <w:rPr>
          <w:color w:val="FF0000"/>
        </w:rPr>
        <w:tab/>
      </w:r>
    </w:p>
    <w:p w14:paraId="5217A172" w14:textId="77777777" w:rsidR="005545C2" w:rsidRDefault="005545C2">
      <w:pPr>
        <w:rPr>
          <w:vanish/>
          <w:color w:val="FF0000"/>
        </w:rPr>
      </w:pPr>
      <w:r>
        <w:rPr>
          <w:vanish/>
          <w:color w:val="FF0000"/>
        </w:rPr>
        <w:t>TO GO TO THE FIELDS PRESS F11</w:t>
      </w:r>
    </w:p>
    <w:p w14:paraId="6F9986ED" w14:textId="0BBE903A" w:rsidR="005545C2" w:rsidRDefault="005545C2">
      <w:pPr>
        <w:rPr>
          <w:vanish/>
          <w:color w:val="FF0000"/>
        </w:rPr>
      </w:pPr>
      <w:r>
        <w:rPr>
          <w:vanish/>
          <w:color w:val="FF0000"/>
        </w:rPr>
        <w:t xml:space="preserve">FOR MORE DETAILED INSTRUCTIONS ON FILLING OUT THIS FORM CLICK </w:t>
      </w:r>
      <w:hyperlink r:id="rId8" w:history="1">
        <w:r>
          <w:rPr>
            <w:rStyle w:val="Hyperlink"/>
            <w:vanish/>
          </w:rPr>
          <w:t>H</w:t>
        </w:r>
        <w:bookmarkStart w:id="0" w:name="_Hlt498489912"/>
        <w:r>
          <w:rPr>
            <w:rStyle w:val="Hyperlink"/>
            <w:vanish/>
          </w:rPr>
          <w:t>E</w:t>
        </w:r>
        <w:bookmarkStart w:id="1" w:name="_Hlt498489869"/>
        <w:bookmarkEnd w:id="0"/>
        <w:r>
          <w:rPr>
            <w:rStyle w:val="Hyperlink"/>
            <w:vanish/>
          </w:rPr>
          <w:t>R</w:t>
        </w:r>
        <w:bookmarkEnd w:id="1"/>
        <w:r>
          <w:rPr>
            <w:rStyle w:val="Hyperlink"/>
            <w:vanish/>
          </w:rPr>
          <w:t>E</w:t>
        </w:r>
      </w:hyperlink>
      <w:r>
        <w:rPr>
          <w:vanish/>
          <w:color w:val="FF0000"/>
        </w:rPr>
        <w:t xml:space="preserve"> (CD ONLY)</w:t>
      </w:r>
    </w:p>
    <w:p w14:paraId="6FDA1D3E" w14:textId="77777777" w:rsidR="005545C2" w:rsidRDefault="005545C2">
      <w:pPr>
        <w:rPr>
          <w:vanish/>
          <w:color w:val="FF0000"/>
        </w:rPr>
      </w:pPr>
      <w:r>
        <w:rPr>
          <w:vanish/>
          <w:color w:val="FF0000"/>
        </w:rPr>
        <w:t>(This message will not print out)</w:t>
      </w:r>
    </w:p>
    <w:p w14:paraId="1DA0CA23" w14:textId="21D699D1" w:rsidR="005545C2" w:rsidRDefault="005545C2">
      <w:pPr>
        <w:pStyle w:val="Heading2"/>
        <w:tabs>
          <w:tab w:val="right" w:pos="9070"/>
        </w:tabs>
      </w:pPr>
      <w:r>
        <w:t>SCHOOL CONTEXT STATEMENT</w:t>
      </w:r>
      <w:r>
        <w:rPr>
          <w:b w:val="0"/>
          <w:sz w:val="16"/>
        </w:rPr>
        <w:tab/>
        <w:t xml:space="preserve">Updated: </w:t>
      </w:r>
      <w:r w:rsidR="00342767">
        <w:rPr>
          <w:b w:val="0"/>
          <w:sz w:val="16"/>
        </w:rPr>
        <w:t>June</w:t>
      </w:r>
      <w:r w:rsidR="00FD3510">
        <w:rPr>
          <w:b w:val="0"/>
          <w:sz w:val="16"/>
        </w:rPr>
        <w:t xml:space="preserve"> 201</w:t>
      </w:r>
      <w:r w:rsidR="00FB12D9">
        <w:rPr>
          <w:b w:val="0"/>
          <w:sz w:val="16"/>
        </w:rPr>
        <w:t>9</w:t>
      </w:r>
    </w:p>
    <w:p w14:paraId="3C7768DF" w14:textId="77777777" w:rsidR="005545C2" w:rsidRDefault="005545C2">
      <w:pPr>
        <w:pStyle w:val="Heading4"/>
        <w:tabs>
          <w:tab w:val="left" w:pos="2694"/>
        </w:tabs>
      </w:pPr>
      <w:r>
        <w:t>School number:</w:t>
      </w:r>
      <w:r>
        <w:tab/>
      </w:r>
      <w:r w:rsidR="005C268F" w:rsidRPr="00FD3510">
        <w:rPr>
          <w:szCs w:val="28"/>
        </w:rPr>
        <w:t>1004</w:t>
      </w:r>
    </w:p>
    <w:p w14:paraId="4BFF09C7" w14:textId="77777777" w:rsidR="005545C2" w:rsidRDefault="005545C2">
      <w:pPr>
        <w:pStyle w:val="Heading4"/>
        <w:tabs>
          <w:tab w:val="left" w:pos="2694"/>
        </w:tabs>
      </w:pPr>
      <w:r>
        <w:t>School name:</w:t>
      </w:r>
      <w:r>
        <w:tab/>
      </w:r>
      <w:r w:rsidR="005C268F" w:rsidRPr="00FD3510">
        <w:rPr>
          <w:szCs w:val="28"/>
        </w:rPr>
        <w:t>West Beach Primary School</w:t>
      </w:r>
      <w:r w:rsidR="005649D7">
        <w:tab/>
      </w:r>
      <w:r w:rsidR="005649D7">
        <w:tab/>
      </w:r>
      <w:r w:rsidR="005649D7">
        <w:tab/>
        <w:t xml:space="preserve"> </w:t>
      </w:r>
    </w:p>
    <w:p w14:paraId="1226FE2C" w14:textId="77777777" w:rsidR="00FD3510" w:rsidRPr="00FD3510" w:rsidRDefault="002A6AD0" w:rsidP="00FD3510">
      <w:pPr>
        <w:jc w:val="both"/>
        <w:rPr>
          <w:b/>
          <w:sz w:val="28"/>
        </w:rPr>
      </w:pPr>
      <w:r w:rsidRPr="00FD3510">
        <w:rPr>
          <w:b/>
          <w:sz w:val="28"/>
        </w:rPr>
        <w:t xml:space="preserve">School Profile </w:t>
      </w:r>
    </w:p>
    <w:p w14:paraId="7CF1A084" w14:textId="69A71716" w:rsidR="00790716" w:rsidRDefault="00FD3510" w:rsidP="00FD3510">
      <w:pPr>
        <w:jc w:val="both"/>
      </w:pPr>
      <w:r>
        <w:t xml:space="preserve">The core values of </w:t>
      </w:r>
      <w:r w:rsidR="00D5025C">
        <w:t>West Beach Primary S</w:t>
      </w:r>
      <w:r>
        <w:t>chool are Respect,</w:t>
      </w:r>
      <w:r w:rsidR="00790716">
        <w:t xml:space="preserve"> </w:t>
      </w:r>
      <w:r w:rsidR="00D5025C">
        <w:t>Responsibility</w:t>
      </w:r>
      <w:r>
        <w:t>,</w:t>
      </w:r>
      <w:r w:rsidR="00D5025C">
        <w:t xml:space="preserve"> Creativity and Excellence</w:t>
      </w:r>
      <w:r>
        <w:t>. We aim to empower our students to meet the challenges</w:t>
      </w:r>
      <w:r w:rsidR="00790716">
        <w:t xml:space="preserve"> of their changing world as we work towards our vision </w:t>
      </w:r>
      <w:r w:rsidR="00F821E3">
        <w:t>“West</w:t>
      </w:r>
      <w:r w:rsidR="00790716">
        <w:t xml:space="preserve"> Beach Primary School- a community of collaborative,</w:t>
      </w:r>
      <w:r w:rsidR="00E1056E">
        <w:t xml:space="preserve"> </w:t>
      </w:r>
      <w:r w:rsidR="00790716">
        <w:t>life-long powerful learners achieving individual excellence as active global citizens.”</w:t>
      </w:r>
    </w:p>
    <w:p w14:paraId="5CA7F38B" w14:textId="77777777" w:rsidR="00FD3510" w:rsidRDefault="00790716" w:rsidP="00FD3510">
      <w:pPr>
        <w:jc w:val="both"/>
      </w:pPr>
      <w:r>
        <w:t xml:space="preserve">West Beach Primary School </w:t>
      </w:r>
      <w:r w:rsidR="00FD3510">
        <w:t xml:space="preserve">is a </w:t>
      </w:r>
      <w:r w:rsidR="007732D6">
        <w:t xml:space="preserve">very friendly </w:t>
      </w:r>
      <w:r w:rsidR="00FD3510">
        <w:t>community</w:t>
      </w:r>
      <w:r w:rsidR="007732D6">
        <w:t xml:space="preserve"> orientated</w:t>
      </w:r>
      <w:r w:rsidR="00FD3510">
        <w:t xml:space="preserve"> school in the beach side suburbs of Adelaide. Our community has high ex</w:t>
      </w:r>
      <w:r w:rsidR="00E1056E">
        <w:t>pectations of student behaviour and</w:t>
      </w:r>
      <w:r w:rsidR="00E05AF3">
        <w:t xml:space="preserve"> academic achievement,</w:t>
      </w:r>
      <w:r w:rsidR="00FD3510">
        <w:t xml:space="preserve"> as well as</w:t>
      </w:r>
      <w:r w:rsidR="00E1056E">
        <w:t xml:space="preserve"> focussing on</w:t>
      </w:r>
      <w:r w:rsidR="00FD3510">
        <w:t xml:space="preserve"> social and physical development</w:t>
      </w:r>
      <w:r w:rsidR="00E1056E">
        <w:t xml:space="preserve"> of students</w:t>
      </w:r>
      <w:r w:rsidR="00FD3510">
        <w:t>. We are a small to medium sized school with excellent facilities including extensive grounds, a swimming pool and quality IT facilities. Our senior students visit the local residential care facility each week as part of our community involvement. We have a small community food garden and orchard.</w:t>
      </w:r>
    </w:p>
    <w:p w14:paraId="3237049F" w14:textId="77777777" w:rsidR="00403F42" w:rsidRDefault="00FD3510" w:rsidP="00FD3510">
      <w:pPr>
        <w:jc w:val="both"/>
      </w:pPr>
      <w:r>
        <w:t>WBPS includes an area special class with places for 12 students identified with learning needs and placed by a regional process. We are part of the International Educatio</w:t>
      </w:r>
      <w:bookmarkStart w:id="2" w:name="_GoBack"/>
      <w:bookmarkEnd w:id="2"/>
      <w:r>
        <w:t>n primary student program</w:t>
      </w:r>
      <w:r w:rsidR="00403F42">
        <w:t xml:space="preserve"> and are accredited to host students from overseas.</w:t>
      </w:r>
      <w:r>
        <w:t xml:space="preserve"> </w:t>
      </w:r>
    </w:p>
    <w:p w14:paraId="03B91B89" w14:textId="77777777" w:rsidR="00FD3510" w:rsidRDefault="00FD3510" w:rsidP="00FD3510">
      <w:pPr>
        <w:jc w:val="both"/>
      </w:pPr>
      <w:r>
        <w:t xml:space="preserve">The school currently has a specialist Japanese, Physical Education and Performing Arts program. Our students are involved in a wide range of sporting activities both in the community and through the school. We provide a wide range </w:t>
      </w:r>
      <w:r w:rsidR="002F5B45">
        <w:t xml:space="preserve">of </w:t>
      </w:r>
      <w:r>
        <w:t xml:space="preserve">extra curricula </w:t>
      </w:r>
      <w:r w:rsidR="00790716">
        <w:t xml:space="preserve">and leadership </w:t>
      </w:r>
      <w:r>
        <w:t>activities including instr</w:t>
      </w:r>
      <w:r w:rsidR="00E05AF3">
        <w:t xml:space="preserve">umental music, choir, </w:t>
      </w:r>
      <w:r w:rsidR="00403F42">
        <w:t xml:space="preserve">a </w:t>
      </w:r>
      <w:r w:rsidR="00E05AF3">
        <w:t xml:space="preserve">student </w:t>
      </w:r>
      <w:r w:rsidR="00A54A8B">
        <w:t>sustainability</w:t>
      </w:r>
      <w:r w:rsidR="00790716">
        <w:t xml:space="preserve"> </w:t>
      </w:r>
      <w:r>
        <w:t xml:space="preserve">group, </w:t>
      </w:r>
      <w:r w:rsidR="00790716">
        <w:t xml:space="preserve">PALS (student led play activities), IT student committee, </w:t>
      </w:r>
      <w:r w:rsidR="00E05AF3">
        <w:t xml:space="preserve">yard support leaders, </w:t>
      </w:r>
      <w:r w:rsidR="00790716">
        <w:t xml:space="preserve">debating, </w:t>
      </w:r>
      <w:proofErr w:type="spellStart"/>
      <w:r w:rsidR="00790716">
        <w:t>Wakakirri</w:t>
      </w:r>
      <w:proofErr w:type="spellEnd"/>
      <w:r w:rsidR="00790716">
        <w:t xml:space="preserve">, </w:t>
      </w:r>
      <w:r>
        <w:t xml:space="preserve">and an end of year concert each year. </w:t>
      </w:r>
    </w:p>
    <w:p w14:paraId="6F620D17" w14:textId="77777777" w:rsidR="00D42579" w:rsidRDefault="00FD3510" w:rsidP="002F5B45">
      <w:pPr>
        <w:jc w:val="both"/>
      </w:pPr>
      <w:r w:rsidRPr="00FD3510">
        <w:t>Out of School Hours Care is available on site after school and during vacations</w:t>
      </w:r>
      <w:r w:rsidR="002F5B45">
        <w:t>.</w:t>
      </w:r>
    </w:p>
    <w:p w14:paraId="1F9D1FA5" w14:textId="77777777" w:rsidR="00D42579" w:rsidRDefault="00D42579" w:rsidP="00D42579">
      <w:pPr>
        <w:pStyle w:val="default"/>
        <w:spacing w:before="0" w:beforeAutospacing="0" w:after="0" w:afterAutospacing="0"/>
      </w:pPr>
    </w:p>
    <w:p w14:paraId="69D3D32F" w14:textId="77777777" w:rsidR="00D42579" w:rsidRPr="00D42579" w:rsidRDefault="00D42579" w:rsidP="00D42579">
      <w:pPr>
        <w:pStyle w:val="default"/>
        <w:spacing w:before="0" w:beforeAutospacing="0" w:after="0" w:afterAutospacing="0"/>
        <w:rPr>
          <w:rFonts w:ascii="Arial" w:hAnsi="Arial" w:cs="Arial"/>
          <w:bCs/>
          <w:lang w:val="en-US"/>
        </w:rPr>
      </w:pPr>
    </w:p>
    <w:p w14:paraId="7E598E88" w14:textId="77777777" w:rsidR="001239E3" w:rsidRPr="004D226B" w:rsidRDefault="005545C2" w:rsidP="001239E3">
      <w:pPr>
        <w:pStyle w:val="Heading2"/>
      </w:pPr>
      <w:r>
        <w:t>1.</w:t>
      </w:r>
      <w:r>
        <w:tab/>
        <w:t>General information</w:t>
      </w:r>
    </w:p>
    <w:p w14:paraId="4CBDFD27" w14:textId="2363E2B1" w:rsidR="005545C2" w:rsidRDefault="00341ADD" w:rsidP="00341ADD">
      <w:pPr>
        <w:pStyle w:val="Normalclose"/>
        <w:numPr>
          <w:ilvl w:val="0"/>
          <w:numId w:val="13"/>
        </w:numPr>
        <w:spacing w:after="240"/>
      </w:pPr>
      <w:r>
        <w:t>School Principal name:</w:t>
      </w:r>
      <w:r w:rsidR="00E05AF3">
        <w:t xml:space="preserve"> </w:t>
      </w:r>
      <w:r w:rsidR="00D9209B">
        <w:t xml:space="preserve">Kevin Kennedy </w:t>
      </w:r>
    </w:p>
    <w:p w14:paraId="2FA5A3DA" w14:textId="0EE09F8B" w:rsidR="00C50EC1" w:rsidRDefault="00D9209B" w:rsidP="00341ADD">
      <w:pPr>
        <w:pStyle w:val="Normalclose"/>
        <w:numPr>
          <w:ilvl w:val="0"/>
          <w:numId w:val="13"/>
        </w:numPr>
        <w:spacing w:after="240"/>
      </w:pPr>
      <w:r>
        <w:t>Deputy Principal’s name, Matt Mulree</w:t>
      </w:r>
    </w:p>
    <w:p w14:paraId="008B9E24" w14:textId="77777777" w:rsidR="00C50EC1" w:rsidRDefault="00C50EC1" w:rsidP="00341ADD">
      <w:pPr>
        <w:pStyle w:val="Normalclose"/>
        <w:numPr>
          <w:ilvl w:val="0"/>
          <w:numId w:val="13"/>
        </w:numPr>
        <w:spacing w:after="240"/>
      </w:pPr>
      <w:r>
        <w:t>Year of opening:</w:t>
      </w:r>
      <w:r w:rsidR="005C268F">
        <w:t>1969</w:t>
      </w:r>
    </w:p>
    <w:p w14:paraId="073E8A8C" w14:textId="77777777" w:rsidR="00341ADD" w:rsidRDefault="00341ADD" w:rsidP="00341ADD">
      <w:pPr>
        <w:pStyle w:val="Normalclose"/>
        <w:numPr>
          <w:ilvl w:val="0"/>
          <w:numId w:val="13"/>
        </w:numPr>
        <w:spacing w:after="240"/>
      </w:pPr>
      <w:r>
        <w:t>Postal Address:</w:t>
      </w:r>
      <w:r w:rsidR="005C268F">
        <w:t xml:space="preserve"> 3 </w:t>
      </w:r>
      <w:proofErr w:type="spellStart"/>
      <w:r w:rsidR="005C268F">
        <w:t>Woodhead</w:t>
      </w:r>
      <w:proofErr w:type="spellEnd"/>
      <w:r w:rsidR="005C268F">
        <w:t xml:space="preserve"> Street, West Beach 5024</w:t>
      </w:r>
    </w:p>
    <w:p w14:paraId="0555CA92" w14:textId="77777777" w:rsidR="00341ADD" w:rsidRDefault="00341ADD" w:rsidP="005C268F">
      <w:pPr>
        <w:pStyle w:val="Normalclose"/>
        <w:numPr>
          <w:ilvl w:val="0"/>
          <w:numId w:val="13"/>
        </w:numPr>
        <w:spacing w:after="240"/>
      </w:pPr>
      <w:r>
        <w:t>Location Address:</w:t>
      </w:r>
      <w:r w:rsidR="005C268F" w:rsidRPr="005C268F">
        <w:t xml:space="preserve"> </w:t>
      </w:r>
      <w:r w:rsidR="005C268F">
        <w:t xml:space="preserve">3 </w:t>
      </w:r>
      <w:proofErr w:type="spellStart"/>
      <w:r w:rsidR="005C268F">
        <w:t>Woodhead</w:t>
      </w:r>
      <w:proofErr w:type="spellEnd"/>
      <w:r w:rsidR="005C268F">
        <w:t xml:space="preserve"> Street, West Beach 5024</w:t>
      </w:r>
    </w:p>
    <w:p w14:paraId="4748FA60" w14:textId="77777777" w:rsidR="00180007" w:rsidRDefault="007D53D0" w:rsidP="00341ADD">
      <w:pPr>
        <w:pStyle w:val="Normalclose"/>
        <w:numPr>
          <w:ilvl w:val="0"/>
          <w:numId w:val="13"/>
        </w:numPr>
        <w:spacing w:after="240"/>
      </w:pPr>
      <w:r>
        <w:t>DECD</w:t>
      </w:r>
      <w:r w:rsidR="00180007">
        <w:t xml:space="preserve"> </w:t>
      </w:r>
      <w:r w:rsidR="00250FED">
        <w:t xml:space="preserve"> Partnership: Western Adelaide Shores</w:t>
      </w:r>
    </w:p>
    <w:p w14:paraId="55BA00F7" w14:textId="77777777" w:rsidR="00180007" w:rsidRDefault="00180007" w:rsidP="00180007">
      <w:pPr>
        <w:pStyle w:val="Normalclose"/>
        <w:numPr>
          <w:ilvl w:val="0"/>
          <w:numId w:val="13"/>
        </w:numPr>
        <w:spacing w:after="240"/>
      </w:pPr>
      <w:r>
        <w:t>Geographical locati</w:t>
      </w:r>
      <w:r w:rsidR="00342767">
        <w:t xml:space="preserve">on – </w:t>
      </w:r>
      <w:proofErr w:type="spellStart"/>
      <w:r w:rsidR="00342767">
        <w:t>ie</w:t>
      </w:r>
      <w:proofErr w:type="spellEnd"/>
      <w:r w:rsidR="00342767">
        <w:t xml:space="preserve"> road distance from GPO 8 km</w:t>
      </w:r>
      <w:r>
        <w:t>:</w:t>
      </w:r>
    </w:p>
    <w:p w14:paraId="5BC3DBD8" w14:textId="77777777" w:rsidR="00341ADD" w:rsidRDefault="00341ADD" w:rsidP="00341ADD">
      <w:pPr>
        <w:pStyle w:val="Normalclose"/>
        <w:numPr>
          <w:ilvl w:val="0"/>
          <w:numId w:val="13"/>
        </w:numPr>
        <w:spacing w:after="240"/>
      </w:pPr>
      <w:r>
        <w:lastRenderedPageBreak/>
        <w:t>Telephone number:</w:t>
      </w:r>
      <w:r w:rsidR="005C268F">
        <w:t xml:space="preserve"> 83567930</w:t>
      </w:r>
    </w:p>
    <w:p w14:paraId="03D5DEB0" w14:textId="77777777" w:rsidR="00341ADD" w:rsidRDefault="00341ADD" w:rsidP="00341ADD">
      <w:pPr>
        <w:pStyle w:val="Normalclose"/>
        <w:numPr>
          <w:ilvl w:val="0"/>
          <w:numId w:val="13"/>
        </w:numPr>
        <w:spacing w:after="240"/>
      </w:pPr>
      <w:r>
        <w:t>Fax Number:</w:t>
      </w:r>
      <w:r w:rsidR="005C268F">
        <w:t xml:space="preserve"> 8235 1291</w:t>
      </w:r>
    </w:p>
    <w:p w14:paraId="3ECCCB06" w14:textId="77777777" w:rsidR="00180007" w:rsidRDefault="00180007" w:rsidP="00341ADD">
      <w:pPr>
        <w:pStyle w:val="Normalclose"/>
        <w:numPr>
          <w:ilvl w:val="0"/>
          <w:numId w:val="13"/>
        </w:numPr>
        <w:spacing w:after="240"/>
      </w:pPr>
      <w:r>
        <w:t>School website address:</w:t>
      </w:r>
      <w:r w:rsidR="00FD3510">
        <w:t xml:space="preserve"> www.wbeachps.sa.edu.au</w:t>
      </w:r>
    </w:p>
    <w:p w14:paraId="51956ACA" w14:textId="77777777" w:rsidR="00180007" w:rsidRDefault="00180007" w:rsidP="00341ADD">
      <w:pPr>
        <w:pStyle w:val="Normalclose"/>
        <w:numPr>
          <w:ilvl w:val="0"/>
          <w:numId w:val="13"/>
        </w:numPr>
        <w:spacing w:after="240"/>
      </w:pPr>
      <w:r>
        <w:t>School e-mail address:</w:t>
      </w:r>
      <w:r w:rsidR="00403F42">
        <w:t xml:space="preserve"> dl.1004_admin@schools.sa.edu.au</w:t>
      </w:r>
    </w:p>
    <w:p w14:paraId="6C2E9767" w14:textId="77777777" w:rsidR="00341ADD" w:rsidRDefault="00180007" w:rsidP="00341ADD">
      <w:pPr>
        <w:pStyle w:val="Normalclose"/>
        <w:numPr>
          <w:ilvl w:val="0"/>
          <w:numId w:val="13"/>
        </w:numPr>
        <w:spacing w:after="240"/>
      </w:pPr>
      <w:r>
        <w:t>C</w:t>
      </w:r>
      <w:r w:rsidR="00E46546">
        <w:t xml:space="preserve">hild </w:t>
      </w:r>
      <w:r>
        <w:t>P</w:t>
      </w:r>
      <w:r w:rsidR="00E46546">
        <w:t xml:space="preserve">arent </w:t>
      </w:r>
      <w:r>
        <w:t>C</w:t>
      </w:r>
      <w:r w:rsidR="00E46546">
        <w:t>entre (CPC)</w:t>
      </w:r>
      <w:r>
        <w:t xml:space="preserve"> attached:</w:t>
      </w:r>
      <w:r w:rsidR="005C268F">
        <w:t xml:space="preserve"> No</w:t>
      </w:r>
    </w:p>
    <w:p w14:paraId="52734A52" w14:textId="77777777" w:rsidR="001A0F7C" w:rsidRDefault="001A0F7C" w:rsidP="00341ADD">
      <w:pPr>
        <w:pStyle w:val="Normalclose"/>
        <w:numPr>
          <w:ilvl w:val="0"/>
          <w:numId w:val="13"/>
        </w:numPr>
        <w:spacing w:after="240"/>
      </w:pPr>
      <w:r>
        <w:t>Out of School Hours Care (OSHC) service:</w:t>
      </w:r>
      <w:r w:rsidR="005C268F">
        <w:t xml:space="preserve"> Yes after school and vacation care</w:t>
      </w:r>
    </w:p>
    <w:p w14:paraId="2BF70807" w14:textId="77777777" w:rsidR="0079052C" w:rsidRPr="0079052C" w:rsidRDefault="00180007" w:rsidP="00CF2AC5">
      <w:pPr>
        <w:pStyle w:val="Normalclose"/>
        <w:spacing w:after="240"/>
        <w:rPr>
          <w:b/>
          <w:i/>
          <w:color w:val="FF0000"/>
        </w:rPr>
      </w:pPr>
      <w:r w:rsidRPr="0079052C">
        <w:rPr>
          <w:b/>
        </w:rPr>
        <w:t>February FTE student enrolment:</w:t>
      </w:r>
      <w:r w:rsidR="00CF2AC5">
        <w:rPr>
          <w:b/>
        </w:rPr>
        <w:t xml:space="preserve"> Primary</w:t>
      </w:r>
    </w:p>
    <w:tbl>
      <w:tblPr>
        <w:tblW w:w="10455" w:type="dxa"/>
        <w:tblLook w:val="04A0" w:firstRow="1" w:lastRow="0" w:firstColumn="1" w:lastColumn="0" w:noHBand="0" w:noVBand="1"/>
      </w:tblPr>
      <w:tblGrid>
        <w:gridCol w:w="2376"/>
        <w:gridCol w:w="1134"/>
        <w:gridCol w:w="993"/>
        <w:gridCol w:w="1275"/>
        <w:gridCol w:w="1134"/>
        <w:gridCol w:w="993"/>
        <w:gridCol w:w="850"/>
        <w:gridCol w:w="850"/>
        <w:gridCol w:w="850"/>
      </w:tblGrid>
      <w:tr w:rsidR="00F821E3" w14:paraId="58894B77" w14:textId="77777777" w:rsidTr="009861D0">
        <w:tc>
          <w:tcPr>
            <w:tcW w:w="2376" w:type="dxa"/>
            <w:shd w:val="clear" w:color="auto" w:fill="auto"/>
          </w:tcPr>
          <w:p w14:paraId="593D3442" w14:textId="77777777" w:rsidR="00F821E3" w:rsidRDefault="00F821E3" w:rsidP="009861D0"/>
        </w:tc>
        <w:tc>
          <w:tcPr>
            <w:tcW w:w="1134" w:type="dxa"/>
            <w:shd w:val="clear" w:color="auto" w:fill="auto"/>
          </w:tcPr>
          <w:p w14:paraId="1C0A9AED" w14:textId="77777777" w:rsidR="00F821E3" w:rsidRPr="00D86824" w:rsidRDefault="00F821E3" w:rsidP="009861D0">
            <w:pPr>
              <w:rPr>
                <w:b/>
              </w:rPr>
            </w:pPr>
            <w:r w:rsidRPr="00D86824">
              <w:rPr>
                <w:b/>
              </w:rPr>
              <w:t>20</w:t>
            </w:r>
            <w:r>
              <w:rPr>
                <w:b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5DE62C7E" w14:textId="77777777" w:rsidR="00F821E3" w:rsidRPr="00D86824" w:rsidRDefault="00F821E3" w:rsidP="009861D0">
            <w:pPr>
              <w:rPr>
                <w:b/>
              </w:rPr>
            </w:pPr>
            <w:r w:rsidRPr="00D86824">
              <w:rPr>
                <w:b/>
              </w:rPr>
              <w:t>201</w:t>
            </w: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6245D907" w14:textId="77777777" w:rsidR="00F821E3" w:rsidRPr="00D86824" w:rsidRDefault="00F821E3" w:rsidP="009861D0">
            <w:pPr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134" w:type="dxa"/>
            <w:shd w:val="clear" w:color="auto" w:fill="auto"/>
          </w:tcPr>
          <w:p w14:paraId="2CA3DA07" w14:textId="77777777" w:rsidR="00F821E3" w:rsidRPr="00D86824" w:rsidRDefault="00F821E3" w:rsidP="009861D0">
            <w:pPr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993" w:type="dxa"/>
          </w:tcPr>
          <w:p w14:paraId="24F01B62" w14:textId="77777777" w:rsidR="00F821E3" w:rsidRPr="00D86824" w:rsidRDefault="00F821E3" w:rsidP="009861D0">
            <w:pPr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850" w:type="dxa"/>
          </w:tcPr>
          <w:p w14:paraId="2A57341A" w14:textId="77777777" w:rsidR="00F821E3" w:rsidRDefault="00F821E3" w:rsidP="009861D0">
            <w:pPr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850" w:type="dxa"/>
          </w:tcPr>
          <w:p w14:paraId="6E769771" w14:textId="77777777" w:rsidR="00F821E3" w:rsidRDefault="00F821E3" w:rsidP="009861D0">
            <w:pPr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50" w:type="dxa"/>
          </w:tcPr>
          <w:p w14:paraId="569CCDA0" w14:textId="77777777" w:rsidR="00F821E3" w:rsidRDefault="00F821E3" w:rsidP="009861D0">
            <w:pPr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F821E3" w14:paraId="34A75D06" w14:textId="77777777" w:rsidTr="009861D0">
        <w:tc>
          <w:tcPr>
            <w:tcW w:w="2376" w:type="dxa"/>
            <w:shd w:val="clear" w:color="auto" w:fill="auto"/>
          </w:tcPr>
          <w:p w14:paraId="2620F3FE" w14:textId="77777777" w:rsidR="00F821E3" w:rsidRDefault="00F821E3" w:rsidP="009861D0">
            <w:r>
              <w:t>Special Class</w:t>
            </w:r>
          </w:p>
        </w:tc>
        <w:tc>
          <w:tcPr>
            <w:tcW w:w="1134" w:type="dxa"/>
            <w:shd w:val="clear" w:color="auto" w:fill="auto"/>
          </w:tcPr>
          <w:p w14:paraId="593D0FFE" w14:textId="77777777" w:rsidR="00F821E3" w:rsidRDefault="00F821E3" w:rsidP="009861D0">
            <w:r>
              <w:t>9</w:t>
            </w:r>
          </w:p>
        </w:tc>
        <w:tc>
          <w:tcPr>
            <w:tcW w:w="993" w:type="dxa"/>
            <w:shd w:val="clear" w:color="auto" w:fill="auto"/>
          </w:tcPr>
          <w:p w14:paraId="169B705F" w14:textId="77777777" w:rsidR="00F821E3" w:rsidRDefault="00F821E3" w:rsidP="009861D0">
            <w:r>
              <w:t>10</w:t>
            </w:r>
          </w:p>
        </w:tc>
        <w:tc>
          <w:tcPr>
            <w:tcW w:w="1275" w:type="dxa"/>
            <w:shd w:val="clear" w:color="auto" w:fill="auto"/>
          </w:tcPr>
          <w:p w14:paraId="6432B1F8" w14:textId="77777777" w:rsidR="00F821E3" w:rsidRDefault="00F821E3" w:rsidP="009861D0">
            <w:r>
              <w:t>10</w:t>
            </w:r>
          </w:p>
        </w:tc>
        <w:tc>
          <w:tcPr>
            <w:tcW w:w="1134" w:type="dxa"/>
            <w:shd w:val="clear" w:color="auto" w:fill="auto"/>
          </w:tcPr>
          <w:p w14:paraId="07E25F8C" w14:textId="77777777" w:rsidR="00F821E3" w:rsidRDefault="00F821E3" w:rsidP="009861D0">
            <w:r>
              <w:t>11</w:t>
            </w:r>
          </w:p>
        </w:tc>
        <w:tc>
          <w:tcPr>
            <w:tcW w:w="993" w:type="dxa"/>
          </w:tcPr>
          <w:p w14:paraId="12783948" w14:textId="77777777" w:rsidR="00F821E3" w:rsidRDefault="00F821E3" w:rsidP="009861D0">
            <w:r>
              <w:t>12</w:t>
            </w:r>
          </w:p>
        </w:tc>
        <w:tc>
          <w:tcPr>
            <w:tcW w:w="850" w:type="dxa"/>
          </w:tcPr>
          <w:p w14:paraId="293A3435" w14:textId="77777777" w:rsidR="00F821E3" w:rsidRDefault="00F821E3" w:rsidP="009861D0">
            <w:r>
              <w:t>10</w:t>
            </w:r>
          </w:p>
        </w:tc>
        <w:tc>
          <w:tcPr>
            <w:tcW w:w="850" w:type="dxa"/>
          </w:tcPr>
          <w:p w14:paraId="38F19FCF" w14:textId="77777777" w:rsidR="00F821E3" w:rsidRDefault="00F821E3" w:rsidP="009861D0"/>
        </w:tc>
        <w:tc>
          <w:tcPr>
            <w:tcW w:w="850" w:type="dxa"/>
          </w:tcPr>
          <w:p w14:paraId="288C97C6" w14:textId="77777777" w:rsidR="00F821E3" w:rsidRDefault="00F821E3" w:rsidP="009861D0">
            <w:r>
              <w:t>10</w:t>
            </w:r>
          </w:p>
        </w:tc>
      </w:tr>
      <w:tr w:rsidR="00F821E3" w14:paraId="3E7BDB3D" w14:textId="77777777" w:rsidTr="009861D0">
        <w:tc>
          <w:tcPr>
            <w:tcW w:w="2376" w:type="dxa"/>
            <w:shd w:val="clear" w:color="auto" w:fill="auto"/>
          </w:tcPr>
          <w:p w14:paraId="13A87DB5" w14:textId="77777777" w:rsidR="00F821E3" w:rsidRDefault="00F821E3" w:rsidP="009861D0">
            <w:r>
              <w:t>Reception</w:t>
            </w:r>
          </w:p>
        </w:tc>
        <w:tc>
          <w:tcPr>
            <w:tcW w:w="1134" w:type="dxa"/>
            <w:shd w:val="clear" w:color="auto" w:fill="auto"/>
          </w:tcPr>
          <w:p w14:paraId="41EB4A04" w14:textId="77777777" w:rsidR="00F821E3" w:rsidRDefault="00F821E3" w:rsidP="009861D0">
            <w:r>
              <w:t>24</w:t>
            </w:r>
          </w:p>
        </w:tc>
        <w:tc>
          <w:tcPr>
            <w:tcW w:w="993" w:type="dxa"/>
            <w:shd w:val="clear" w:color="auto" w:fill="auto"/>
          </w:tcPr>
          <w:p w14:paraId="7A835D4E" w14:textId="77777777" w:rsidR="00F821E3" w:rsidRDefault="00F821E3" w:rsidP="009861D0">
            <w:r>
              <w:t>19</w:t>
            </w:r>
          </w:p>
        </w:tc>
        <w:tc>
          <w:tcPr>
            <w:tcW w:w="1275" w:type="dxa"/>
            <w:shd w:val="clear" w:color="auto" w:fill="auto"/>
          </w:tcPr>
          <w:p w14:paraId="1C9F8215" w14:textId="77777777" w:rsidR="00F821E3" w:rsidRDefault="00F821E3" w:rsidP="009861D0">
            <w:r>
              <w:t>32</w:t>
            </w:r>
          </w:p>
        </w:tc>
        <w:tc>
          <w:tcPr>
            <w:tcW w:w="1134" w:type="dxa"/>
            <w:shd w:val="clear" w:color="auto" w:fill="auto"/>
          </w:tcPr>
          <w:p w14:paraId="2E4E2623" w14:textId="77777777" w:rsidR="00F821E3" w:rsidRDefault="00F821E3" w:rsidP="009861D0">
            <w:r>
              <w:t>28</w:t>
            </w:r>
          </w:p>
        </w:tc>
        <w:tc>
          <w:tcPr>
            <w:tcW w:w="993" w:type="dxa"/>
          </w:tcPr>
          <w:p w14:paraId="0719E3A3" w14:textId="77777777" w:rsidR="00F821E3" w:rsidRDefault="00F821E3" w:rsidP="009861D0">
            <w:r>
              <w:t>29</w:t>
            </w:r>
          </w:p>
        </w:tc>
        <w:tc>
          <w:tcPr>
            <w:tcW w:w="850" w:type="dxa"/>
          </w:tcPr>
          <w:p w14:paraId="073E8C4E" w14:textId="77777777" w:rsidR="00F821E3" w:rsidRDefault="00F821E3" w:rsidP="009861D0">
            <w:r>
              <w:t>31</w:t>
            </w:r>
          </w:p>
        </w:tc>
        <w:tc>
          <w:tcPr>
            <w:tcW w:w="850" w:type="dxa"/>
          </w:tcPr>
          <w:p w14:paraId="059946A2" w14:textId="77777777" w:rsidR="00F821E3" w:rsidRDefault="00F821E3" w:rsidP="009861D0"/>
        </w:tc>
        <w:tc>
          <w:tcPr>
            <w:tcW w:w="850" w:type="dxa"/>
          </w:tcPr>
          <w:p w14:paraId="64377477" w14:textId="77777777" w:rsidR="00F821E3" w:rsidRDefault="00F821E3" w:rsidP="009861D0">
            <w:r>
              <w:t>44</w:t>
            </w:r>
          </w:p>
        </w:tc>
      </w:tr>
      <w:tr w:rsidR="00F821E3" w14:paraId="434B6871" w14:textId="77777777" w:rsidTr="009861D0">
        <w:tc>
          <w:tcPr>
            <w:tcW w:w="2376" w:type="dxa"/>
            <w:shd w:val="clear" w:color="auto" w:fill="auto"/>
          </w:tcPr>
          <w:p w14:paraId="30967D1E" w14:textId="77777777" w:rsidR="00F821E3" w:rsidRDefault="00F821E3" w:rsidP="009861D0">
            <w:r>
              <w:t>Year 1</w:t>
            </w:r>
          </w:p>
        </w:tc>
        <w:tc>
          <w:tcPr>
            <w:tcW w:w="1134" w:type="dxa"/>
            <w:shd w:val="clear" w:color="auto" w:fill="auto"/>
          </w:tcPr>
          <w:p w14:paraId="184AA617" w14:textId="77777777" w:rsidR="00F821E3" w:rsidRDefault="00F821E3" w:rsidP="009861D0">
            <w:r>
              <w:t>30</w:t>
            </w:r>
          </w:p>
        </w:tc>
        <w:tc>
          <w:tcPr>
            <w:tcW w:w="993" w:type="dxa"/>
            <w:shd w:val="clear" w:color="auto" w:fill="auto"/>
          </w:tcPr>
          <w:p w14:paraId="02D2910F" w14:textId="77777777" w:rsidR="00F821E3" w:rsidRDefault="00F821E3" w:rsidP="009861D0">
            <w:r>
              <w:t>25</w:t>
            </w:r>
          </w:p>
        </w:tc>
        <w:tc>
          <w:tcPr>
            <w:tcW w:w="1275" w:type="dxa"/>
            <w:shd w:val="clear" w:color="auto" w:fill="auto"/>
          </w:tcPr>
          <w:p w14:paraId="6313919D" w14:textId="77777777" w:rsidR="00F821E3" w:rsidRDefault="00F821E3" w:rsidP="009861D0">
            <w:r>
              <w:t>20</w:t>
            </w:r>
          </w:p>
        </w:tc>
        <w:tc>
          <w:tcPr>
            <w:tcW w:w="1134" w:type="dxa"/>
            <w:shd w:val="clear" w:color="auto" w:fill="auto"/>
          </w:tcPr>
          <w:p w14:paraId="00C6117A" w14:textId="77777777" w:rsidR="00F821E3" w:rsidRDefault="00F821E3" w:rsidP="009861D0">
            <w:r>
              <w:t>36</w:t>
            </w:r>
          </w:p>
        </w:tc>
        <w:tc>
          <w:tcPr>
            <w:tcW w:w="993" w:type="dxa"/>
          </w:tcPr>
          <w:p w14:paraId="49992CD8" w14:textId="77777777" w:rsidR="00F821E3" w:rsidRDefault="00F821E3" w:rsidP="009861D0">
            <w:r>
              <w:t>24</w:t>
            </w:r>
          </w:p>
        </w:tc>
        <w:tc>
          <w:tcPr>
            <w:tcW w:w="850" w:type="dxa"/>
          </w:tcPr>
          <w:p w14:paraId="145A24CD" w14:textId="77777777" w:rsidR="00F821E3" w:rsidRDefault="00F821E3" w:rsidP="009861D0">
            <w:r>
              <w:t>29</w:t>
            </w:r>
          </w:p>
        </w:tc>
        <w:tc>
          <w:tcPr>
            <w:tcW w:w="850" w:type="dxa"/>
          </w:tcPr>
          <w:p w14:paraId="6142929B" w14:textId="77777777" w:rsidR="00F821E3" w:rsidRDefault="00F821E3" w:rsidP="009861D0"/>
        </w:tc>
        <w:tc>
          <w:tcPr>
            <w:tcW w:w="850" w:type="dxa"/>
          </w:tcPr>
          <w:p w14:paraId="51FF1EBF" w14:textId="77777777" w:rsidR="00F821E3" w:rsidRDefault="00F821E3" w:rsidP="009861D0">
            <w:r>
              <w:t>55</w:t>
            </w:r>
          </w:p>
        </w:tc>
      </w:tr>
      <w:tr w:rsidR="00F821E3" w14:paraId="5321EB89" w14:textId="77777777" w:rsidTr="009861D0">
        <w:tc>
          <w:tcPr>
            <w:tcW w:w="2376" w:type="dxa"/>
            <w:shd w:val="clear" w:color="auto" w:fill="auto"/>
          </w:tcPr>
          <w:p w14:paraId="3EF295D6" w14:textId="77777777" w:rsidR="00F821E3" w:rsidRDefault="00F821E3" w:rsidP="009861D0">
            <w:r>
              <w:t>Year 2</w:t>
            </w:r>
          </w:p>
        </w:tc>
        <w:tc>
          <w:tcPr>
            <w:tcW w:w="1134" w:type="dxa"/>
            <w:shd w:val="clear" w:color="auto" w:fill="auto"/>
          </w:tcPr>
          <w:p w14:paraId="7B6B03F6" w14:textId="77777777" w:rsidR="00F821E3" w:rsidRDefault="00F821E3" w:rsidP="009861D0">
            <w:r>
              <w:t>27</w:t>
            </w:r>
          </w:p>
        </w:tc>
        <w:tc>
          <w:tcPr>
            <w:tcW w:w="993" w:type="dxa"/>
            <w:shd w:val="clear" w:color="auto" w:fill="auto"/>
          </w:tcPr>
          <w:p w14:paraId="5383F0AC" w14:textId="77777777" w:rsidR="00F821E3" w:rsidRDefault="00F821E3" w:rsidP="009861D0">
            <w:r>
              <w:t>32</w:t>
            </w:r>
          </w:p>
        </w:tc>
        <w:tc>
          <w:tcPr>
            <w:tcW w:w="1275" w:type="dxa"/>
            <w:shd w:val="clear" w:color="auto" w:fill="auto"/>
          </w:tcPr>
          <w:p w14:paraId="07B4DD84" w14:textId="77777777" w:rsidR="00F821E3" w:rsidRDefault="00F821E3" w:rsidP="009861D0">
            <w:r>
              <w:t>26</w:t>
            </w:r>
          </w:p>
        </w:tc>
        <w:tc>
          <w:tcPr>
            <w:tcW w:w="1134" w:type="dxa"/>
            <w:shd w:val="clear" w:color="auto" w:fill="auto"/>
          </w:tcPr>
          <w:p w14:paraId="40A2BB10" w14:textId="77777777" w:rsidR="00F821E3" w:rsidRDefault="00F821E3" w:rsidP="009861D0">
            <w:r>
              <w:t>22</w:t>
            </w:r>
          </w:p>
        </w:tc>
        <w:tc>
          <w:tcPr>
            <w:tcW w:w="993" w:type="dxa"/>
          </w:tcPr>
          <w:p w14:paraId="3DEF31CD" w14:textId="77777777" w:rsidR="00F821E3" w:rsidRDefault="00F821E3" w:rsidP="009861D0">
            <w:r>
              <w:t>32</w:t>
            </w:r>
          </w:p>
        </w:tc>
        <w:tc>
          <w:tcPr>
            <w:tcW w:w="850" w:type="dxa"/>
          </w:tcPr>
          <w:p w14:paraId="1C5648E9" w14:textId="77777777" w:rsidR="00F821E3" w:rsidRDefault="00F821E3" w:rsidP="009861D0">
            <w:r>
              <w:t>25</w:t>
            </w:r>
          </w:p>
        </w:tc>
        <w:tc>
          <w:tcPr>
            <w:tcW w:w="850" w:type="dxa"/>
          </w:tcPr>
          <w:p w14:paraId="3537D867" w14:textId="77777777" w:rsidR="00F821E3" w:rsidRDefault="00F821E3" w:rsidP="009861D0"/>
        </w:tc>
        <w:tc>
          <w:tcPr>
            <w:tcW w:w="850" w:type="dxa"/>
          </w:tcPr>
          <w:p w14:paraId="3A75C561" w14:textId="77777777" w:rsidR="00F821E3" w:rsidRDefault="00F821E3" w:rsidP="009861D0">
            <w:r>
              <w:t>33</w:t>
            </w:r>
          </w:p>
        </w:tc>
      </w:tr>
      <w:tr w:rsidR="00F821E3" w14:paraId="7693D048" w14:textId="77777777" w:rsidTr="009861D0">
        <w:tc>
          <w:tcPr>
            <w:tcW w:w="2376" w:type="dxa"/>
            <w:shd w:val="clear" w:color="auto" w:fill="auto"/>
          </w:tcPr>
          <w:p w14:paraId="5755C3AE" w14:textId="77777777" w:rsidR="00F821E3" w:rsidRDefault="00F821E3" w:rsidP="009861D0">
            <w:r>
              <w:t>Year 3</w:t>
            </w:r>
          </w:p>
        </w:tc>
        <w:tc>
          <w:tcPr>
            <w:tcW w:w="1134" w:type="dxa"/>
            <w:shd w:val="clear" w:color="auto" w:fill="auto"/>
          </w:tcPr>
          <w:p w14:paraId="1040CD0B" w14:textId="77777777" w:rsidR="00F821E3" w:rsidRDefault="00F821E3" w:rsidP="009861D0">
            <w:r>
              <w:t>38</w:t>
            </w:r>
          </w:p>
        </w:tc>
        <w:tc>
          <w:tcPr>
            <w:tcW w:w="993" w:type="dxa"/>
            <w:shd w:val="clear" w:color="auto" w:fill="auto"/>
          </w:tcPr>
          <w:p w14:paraId="2106E8E1" w14:textId="77777777" w:rsidR="00F821E3" w:rsidRDefault="00F821E3" w:rsidP="009861D0">
            <w:r>
              <w:t>23</w:t>
            </w:r>
          </w:p>
        </w:tc>
        <w:tc>
          <w:tcPr>
            <w:tcW w:w="1275" w:type="dxa"/>
            <w:shd w:val="clear" w:color="auto" w:fill="auto"/>
          </w:tcPr>
          <w:p w14:paraId="2120B6F6" w14:textId="77777777" w:rsidR="00F821E3" w:rsidRDefault="00F821E3" w:rsidP="009861D0">
            <w:r>
              <w:t>31</w:t>
            </w:r>
          </w:p>
        </w:tc>
        <w:tc>
          <w:tcPr>
            <w:tcW w:w="1134" w:type="dxa"/>
            <w:shd w:val="clear" w:color="auto" w:fill="auto"/>
          </w:tcPr>
          <w:p w14:paraId="7F17D02F" w14:textId="77777777" w:rsidR="00F821E3" w:rsidRDefault="00F821E3" w:rsidP="009861D0">
            <w:r>
              <w:t>28</w:t>
            </w:r>
          </w:p>
        </w:tc>
        <w:tc>
          <w:tcPr>
            <w:tcW w:w="993" w:type="dxa"/>
          </w:tcPr>
          <w:p w14:paraId="4F9A8C97" w14:textId="77777777" w:rsidR="00F821E3" w:rsidRDefault="00F821E3" w:rsidP="009861D0">
            <w:r>
              <w:t>26</w:t>
            </w:r>
          </w:p>
        </w:tc>
        <w:tc>
          <w:tcPr>
            <w:tcW w:w="850" w:type="dxa"/>
          </w:tcPr>
          <w:p w14:paraId="77105DE2" w14:textId="77777777" w:rsidR="00F821E3" w:rsidRDefault="00F821E3" w:rsidP="009861D0">
            <w:r>
              <w:t>29</w:t>
            </w:r>
          </w:p>
        </w:tc>
        <w:tc>
          <w:tcPr>
            <w:tcW w:w="850" w:type="dxa"/>
          </w:tcPr>
          <w:p w14:paraId="49EEAFEC" w14:textId="77777777" w:rsidR="00F821E3" w:rsidRDefault="00F821E3" w:rsidP="009861D0"/>
        </w:tc>
        <w:tc>
          <w:tcPr>
            <w:tcW w:w="850" w:type="dxa"/>
          </w:tcPr>
          <w:p w14:paraId="64DFBE49" w14:textId="77777777" w:rsidR="00F821E3" w:rsidRDefault="00F821E3" w:rsidP="009861D0">
            <w:r>
              <w:t>45</w:t>
            </w:r>
          </w:p>
        </w:tc>
      </w:tr>
      <w:tr w:rsidR="00F821E3" w14:paraId="39D4A15D" w14:textId="77777777" w:rsidTr="009861D0">
        <w:tc>
          <w:tcPr>
            <w:tcW w:w="2376" w:type="dxa"/>
            <w:shd w:val="clear" w:color="auto" w:fill="auto"/>
          </w:tcPr>
          <w:p w14:paraId="1FAA4B3A" w14:textId="77777777" w:rsidR="00F821E3" w:rsidRDefault="00F821E3" w:rsidP="009861D0">
            <w:r>
              <w:t>Year 4</w:t>
            </w:r>
          </w:p>
        </w:tc>
        <w:tc>
          <w:tcPr>
            <w:tcW w:w="1134" w:type="dxa"/>
            <w:shd w:val="clear" w:color="auto" w:fill="auto"/>
          </w:tcPr>
          <w:p w14:paraId="6314A74A" w14:textId="77777777" w:rsidR="00F821E3" w:rsidRDefault="00F821E3" w:rsidP="009861D0">
            <w:r>
              <w:t>29</w:t>
            </w:r>
          </w:p>
        </w:tc>
        <w:tc>
          <w:tcPr>
            <w:tcW w:w="993" w:type="dxa"/>
            <w:shd w:val="clear" w:color="auto" w:fill="auto"/>
          </w:tcPr>
          <w:p w14:paraId="2A62BD11" w14:textId="77777777" w:rsidR="00F821E3" w:rsidRDefault="00F821E3" w:rsidP="009861D0">
            <w:r>
              <w:t>39</w:t>
            </w:r>
          </w:p>
        </w:tc>
        <w:tc>
          <w:tcPr>
            <w:tcW w:w="1275" w:type="dxa"/>
            <w:shd w:val="clear" w:color="auto" w:fill="auto"/>
          </w:tcPr>
          <w:p w14:paraId="28FC0055" w14:textId="77777777" w:rsidR="00F821E3" w:rsidRDefault="00F821E3" w:rsidP="009861D0">
            <w:r>
              <w:t>24</w:t>
            </w:r>
          </w:p>
        </w:tc>
        <w:tc>
          <w:tcPr>
            <w:tcW w:w="1134" w:type="dxa"/>
            <w:shd w:val="clear" w:color="auto" w:fill="auto"/>
          </w:tcPr>
          <w:p w14:paraId="66A57779" w14:textId="77777777" w:rsidR="00F821E3" w:rsidRDefault="00F821E3" w:rsidP="009861D0">
            <w:r>
              <w:t>33</w:t>
            </w:r>
          </w:p>
        </w:tc>
        <w:tc>
          <w:tcPr>
            <w:tcW w:w="993" w:type="dxa"/>
          </w:tcPr>
          <w:p w14:paraId="74E53871" w14:textId="77777777" w:rsidR="00F821E3" w:rsidRDefault="00F821E3" w:rsidP="009861D0">
            <w:r>
              <w:t>31</w:t>
            </w:r>
          </w:p>
        </w:tc>
        <w:tc>
          <w:tcPr>
            <w:tcW w:w="850" w:type="dxa"/>
          </w:tcPr>
          <w:p w14:paraId="18B33EF0" w14:textId="77777777" w:rsidR="00F821E3" w:rsidRDefault="00F821E3" w:rsidP="009861D0">
            <w:r>
              <w:t>29</w:t>
            </w:r>
          </w:p>
        </w:tc>
        <w:tc>
          <w:tcPr>
            <w:tcW w:w="850" w:type="dxa"/>
          </w:tcPr>
          <w:p w14:paraId="2F8248A4" w14:textId="77777777" w:rsidR="00F821E3" w:rsidRDefault="00F821E3" w:rsidP="009861D0"/>
        </w:tc>
        <w:tc>
          <w:tcPr>
            <w:tcW w:w="850" w:type="dxa"/>
          </w:tcPr>
          <w:p w14:paraId="3429920C" w14:textId="77777777" w:rsidR="00F821E3" w:rsidRDefault="00F821E3" w:rsidP="009861D0">
            <w:r>
              <w:t>32</w:t>
            </w:r>
          </w:p>
        </w:tc>
      </w:tr>
      <w:tr w:rsidR="00F821E3" w14:paraId="2FDD81B8" w14:textId="77777777" w:rsidTr="009861D0">
        <w:tc>
          <w:tcPr>
            <w:tcW w:w="2376" w:type="dxa"/>
            <w:shd w:val="clear" w:color="auto" w:fill="auto"/>
          </w:tcPr>
          <w:p w14:paraId="2D3F3FCF" w14:textId="77777777" w:rsidR="00F821E3" w:rsidRDefault="00F821E3" w:rsidP="009861D0">
            <w:r>
              <w:t>Year 5</w:t>
            </w:r>
          </w:p>
        </w:tc>
        <w:tc>
          <w:tcPr>
            <w:tcW w:w="1134" w:type="dxa"/>
            <w:shd w:val="clear" w:color="auto" w:fill="auto"/>
          </w:tcPr>
          <w:p w14:paraId="6E7FA590" w14:textId="77777777" w:rsidR="00F821E3" w:rsidRDefault="00F821E3" w:rsidP="009861D0">
            <w:r>
              <w:t>26</w:t>
            </w:r>
          </w:p>
        </w:tc>
        <w:tc>
          <w:tcPr>
            <w:tcW w:w="993" w:type="dxa"/>
            <w:shd w:val="clear" w:color="auto" w:fill="auto"/>
          </w:tcPr>
          <w:p w14:paraId="31FF7C73" w14:textId="77777777" w:rsidR="00F821E3" w:rsidRDefault="00F821E3" w:rsidP="009861D0">
            <w:r>
              <w:t>26</w:t>
            </w:r>
          </w:p>
        </w:tc>
        <w:tc>
          <w:tcPr>
            <w:tcW w:w="1275" w:type="dxa"/>
            <w:shd w:val="clear" w:color="auto" w:fill="auto"/>
          </w:tcPr>
          <w:p w14:paraId="31561A6D" w14:textId="77777777" w:rsidR="00F821E3" w:rsidRDefault="00F821E3" w:rsidP="009861D0">
            <w:r>
              <w:t>39</w:t>
            </w:r>
          </w:p>
        </w:tc>
        <w:tc>
          <w:tcPr>
            <w:tcW w:w="1134" w:type="dxa"/>
            <w:shd w:val="clear" w:color="auto" w:fill="auto"/>
          </w:tcPr>
          <w:p w14:paraId="4F40887C" w14:textId="77777777" w:rsidR="00F821E3" w:rsidRDefault="00F821E3" w:rsidP="009861D0">
            <w:r>
              <w:t>26</w:t>
            </w:r>
          </w:p>
        </w:tc>
        <w:tc>
          <w:tcPr>
            <w:tcW w:w="993" w:type="dxa"/>
          </w:tcPr>
          <w:p w14:paraId="79C0E26C" w14:textId="77777777" w:rsidR="00F821E3" w:rsidRDefault="00F821E3" w:rsidP="009861D0">
            <w:r>
              <w:t>30</w:t>
            </w:r>
          </w:p>
        </w:tc>
        <w:tc>
          <w:tcPr>
            <w:tcW w:w="850" w:type="dxa"/>
          </w:tcPr>
          <w:p w14:paraId="77BB4038" w14:textId="77777777" w:rsidR="00F821E3" w:rsidRDefault="00F821E3" w:rsidP="009861D0">
            <w:r>
              <w:t>30</w:t>
            </w:r>
          </w:p>
        </w:tc>
        <w:tc>
          <w:tcPr>
            <w:tcW w:w="850" w:type="dxa"/>
          </w:tcPr>
          <w:p w14:paraId="659B8F44" w14:textId="77777777" w:rsidR="00F821E3" w:rsidRDefault="00F821E3" w:rsidP="009861D0"/>
        </w:tc>
        <w:tc>
          <w:tcPr>
            <w:tcW w:w="850" w:type="dxa"/>
          </w:tcPr>
          <w:p w14:paraId="1BD40556" w14:textId="77777777" w:rsidR="00F821E3" w:rsidRDefault="00F821E3" w:rsidP="009861D0">
            <w:r>
              <w:t>47</w:t>
            </w:r>
          </w:p>
        </w:tc>
      </w:tr>
      <w:tr w:rsidR="00F821E3" w14:paraId="67C0226F" w14:textId="77777777" w:rsidTr="009861D0">
        <w:tc>
          <w:tcPr>
            <w:tcW w:w="2376" w:type="dxa"/>
            <w:shd w:val="clear" w:color="auto" w:fill="auto"/>
          </w:tcPr>
          <w:p w14:paraId="5FC642A3" w14:textId="77777777" w:rsidR="00F821E3" w:rsidRDefault="00F821E3" w:rsidP="009861D0">
            <w:r>
              <w:t>Year 6</w:t>
            </w:r>
          </w:p>
        </w:tc>
        <w:tc>
          <w:tcPr>
            <w:tcW w:w="1134" w:type="dxa"/>
            <w:shd w:val="clear" w:color="auto" w:fill="auto"/>
          </w:tcPr>
          <w:p w14:paraId="53F75C67" w14:textId="77777777" w:rsidR="00F821E3" w:rsidRDefault="00F821E3" w:rsidP="009861D0">
            <w:r>
              <w:t>29</w:t>
            </w:r>
          </w:p>
        </w:tc>
        <w:tc>
          <w:tcPr>
            <w:tcW w:w="993" w:type="dxa"/>
            <w:shd w:val="clear" w:color="auto" w:fill="auto"/>
          </w:tcPr>
          <w:p w14:paraId="53A0B88E" w14:textId="77777777" w:rsidR="00F821E3" w:rsidRDefault="00F821E3" w:rsidP="009861D0">
            <w:r>
              <w:t>24</w:t>
            </w:r>
          </w:p>
        </w:tc>
        <w:tc>
          <w:tcPr>
            <w:tcW w:w="1275" w:type="dxa"/>
            <w:shd w:val="clear" w:color="auto" w:fill="auto"/>
          </w:tcPr>
          <w:p w14:paraId="57D4F0F5" w14:textId="77777777" w:rsidR="00F821E3" w:rsidRDefault="00F821E3" w:rsidP="009861D0">
            <w:r>
              <w:t>25</w:t>
            </w:r>
          </w:p>
        </w:tc>
        <w:tc>
          <w:tcPr>
            <w:tcW w:w="1134" w:type="dxa"/>
            <w:shd w:val="clear" w:color="auto" w:fill="auto"/>
          </w:tcPr>
          <w:p w14:paraId="1F2CCAE3" w14:textId="77777777" w:rsidR="00F821E3" w:rsidRDefault="00F821E3" w:rsidP="009861D0">
            <w:r>
              <w:t>30</w:t>
            </w:r>
          </w:p>
        </w:tc>
        <w:tc>
          <w:tcPr>
            <w:tcW w:w="993" w:type="dxa"/>
          </w:tcPr>
          <w:p w14:paraId="14701ED0" w14:textId="77777777" w:rsidR="00F821E3" w:rsidRDefault="00F821E3" w:rsidP="009861D0">
            <w:r>
              <w:t>20</w:t>
            </w:r>
          </w:p>
        </w:tc>
        <w:tc>
          <w:tcPr>
            <w:tcW w:w="850" w:type="dxa"/>
          </w:tcPr>
          <w:p w14:paraId="2C5ADBD1" w14:textId="77777777" w:rsidR="00F821E3" w:rsidRDefault="00F821E3" w:rsidP="009861D0">
            <w:r>
              <w:t>30</w:t>
            </w:r>
          </w:p>
        </w:tc>
        <w:tc>
          <w:tcPr>
            <w:tcW w:w="850" w:type="dxa"/>
          </w:tcPr>
          <w:p w14:paraId="34AFBAFE" w14:textId="77777777" w:rsidR="00F821E3" w:rsidRDefault="00F821E3" w:rsidP="009861D0"/>
        </w:tc>
        <w:tc>
          <w:tcPr>
            <w:tcW w:w="850" w:type="dxa"/>
          </w:tcPr>
          <w:p w14:paraId="54A5627C" w14:textId="77777777" w:rsidR="00F821E3" w:rsidRDefault="00F821E3" w:rsidP="009861D0">
            <w:r>
              <w:t>39</w:t>
            </w:r>
          </w:p>
        </w:tc>
      </w:tr>
      <w:tr w:rsidR="00F821E3" w14:paraId="7603F809" w14:textId="77777777" w:rsidTr="009861D0">
        <w:tc>
          <w:tcPr>
            <w:tcW w:w="2376" w:type="dxa"/>
            <w:shd w:val="clear" w:color="auto" w:fill="auto"/>
          </w:tcPr>
          <w:p w14:paraId="50F5F209" w14:textId="77777777" w:rsidR="00F821E3" w:rsidRDefault="00F821E3" w:rsidP="009861D0">
            <w:r>
              <w:t>Year 7</w:t>
            </w:r>
          </w:p>
        </w:tc>
        <w:tc>
          <w:tcPr>
            <w:tcW w:w="1134" w:type="dxa"/>
            <w:shd w:val="clear" w:color="auto" w:fill="auto"/>
          </w:tcPr>
          <w:p w14:paraId="06532AD3" w14:textId="77777777" w:rsidR="00F821E3" w:rsidRDefault="00F821E3" w:rsidP="009861D0">
            <w:r>
              <w:t>37</w:t>
            </w:r>
          </w:p>
        </w:tc>
        <w:tc>
          <w:tcPr>
            <w:tcW w:w="993" w:type="dxa"/>
            <w:shd w:val="clear" w:color="auto" w:fill="auto"/>
          </w:tcPr>
          <w:p w14:paraId="3F9E952D" w14:textId="77777777" w:rsidR="00F821E3" w:rsidRDefault="00F821E3" w:rsidP="009861D0">
            <w:r>
              <w:t>22</w:t>
            </w:r>
          </w:p>
        </w:tc>
        <w:tc>
          <w:tcPr>
            <w:tcW w:w="1275" w:type="dxa"/>
            <w:shd w:val="clear" w:color="auto" w:fill="auto"/>
          </w:tcPr>
          <w:p w14:paraId="41CDC5DA" w14:textId="77777777" w:rsidR="00F821E3" w:rsidRDefault="00F821E3" w:rsidP="009861D0">
            <w:r>
              <w:t>26</w:t>
            </w:r>
          </w:p>
        </w:tc>
        <w:tc>
          <w:tcPr>
            <w:tcW w:w="1134" w:type="dxa"/>
            <w:shd w:val="clear" w:color="auto" w:fill="auto"/>
          </w:tcPr>
          <w:p w14:paraId="0E2C0242" w14:textId="77777777" w:rsidR="00F821E3" w:rsidRDefault="00F821E3" w:rsidP="009861D0">
            <w:r>
              <w:t>23</w:t>
            </w:r>
          </w:p>
        </w:tc>
        <w:tc>
          <w:tcPr>
            <w:tcW w:w="993" w:type="dxa"/>
          </w:tcPr>
          <w:p w14:paraId="495F4B15" w14:textId="77777777" w:rsidR="00F821E3" w:rsidRDefault="00F821E3" w:rsidP="009861D0">
            <w:r>
              <w:t>36</w:t>
            </w:r>
          </w:p>
        </w:tc>
        <w:tc>
          <w:tcPr>
            <w:tcW w:w="850" w:type="dxa"/>
          </w:tcPr>
          <w:p w14:paraId="67D04BCE" w14:textId="77777777" w:rsidR="00F821E3" w:rsidRDefault="00F821E3" w:rsidP="009861D0">
            <w:r>
              <w:t>20</w:t>
            </w:r>
          </w:p>
        </w:tc>
        <w:tc>
          <w:tcPr>
            <w:tcW w:w="850" w:type="dxa"/>
          </w:tcPr>
          <w:p w14:paraId="3CF8FC3F" w14:textId="77777777" w:rsidR="00F821E3" w:rsidRDefault="00F821E3" w:rsidP="009861D0"/>
        </w:tc>
        <w:tc>
          <w:tcPr>
            <w:tcW w:w="850" w:type="dxa"/>
          </w:tcPr>
          <w:p w14:paraId="36F1D1A2" w14:textId="77777777" w:rsidR="00F821E3" w:rsidRDefault="00F821E3" w:rsidP="009861D0">
            <w:r>
              <w:t>44</w:t>
            </w:r>
          </w:p>
        </w:tc>
      </w:tr>
      <w:tr w:rsidR="00F821E3" w14:paraId="1CC95676" w14:textId="77777777" w:rsidTr="009861D0">
        <w:tc>
          <w:tcPr>
            <w:tcW w:w="2376" w:type="dxa"/>
            <w:shd w:val="clear" w:color="auto" w:fill="auto"/>
          </w:tcPr>
          <w:p w14:paraId="114F565A" w14:textId="77777777" w:rsidR="00F821E3" w:rsidRDefault="00F821E3" w:rsidP="009861D0">
            <w:r>
              <w:t>339</w:t>
            </w:r>
          </w:p>
        </w:tc>
        <w:tc>
          <w:tcPr>
            <w:tcW w:w="1134" w:type="dxa"/>
            <w:shd w:val="clear" w:color="auto" w:fill="auto"/>
          </w:tcPr>
          <w:p w14:paraId="2BB06F85" w14:textId="77777777" w:rsidR="00F821E3" w:rsidRDefault="00F821E3" w:rsidP="009861D0"/>
        </w:tc>
        <w:tc>
          <w:tcPr>
            <w:tcW w:w="993" w:type="dxa"/>
            <w:shd w:val="clear" w:color="auto" w:fill="auto"/>
          </w:tcPr>
          <w:p w14:paraId="2AB31D54" w14:textId="77777777" w:rsidR="00F821E3" w:rsidRDefault="00F821E3" w:rsidP="009861D0"/>
        </w:tc>
        <w:tc>
          <w:tcPr>
            <w:tcW w:w="1275" w:type="dxa"/>
            <w:shd w:val="clear" w:color="auto" w:fill="auto"/>
          </w:tcPr>
          <w:p w14:paraId="3478FB74" w14:textId="77777777" w:rsidR="00F821E3" w:rsidRDefault="00F821E3" w:rsidP="009861D0"/>
        </w:tc>
        <w:tc>
          <w:tcPr>
            <w:tcW w:w="1134" w:type="dxa"/>
            <w:shd w:val="clear" w:color="auto" w:fill="auto"/>
          </w:tcPr>
          <w:p w14:paraId="2053661D" w14:textId="77777777" w:rsidR="00F821E3" w:rsidRDefault="00F821E3" w:rsidP="009861D0"/>
        </w:tc>
        <w:tc>
          <w:tcPr>
            <w:tcW w:w="993" w:type="dxa"/>
          </w:tcPr>
          <w:p w14:paraId="3A811943" w14:textId="77777777" w:rsidR="00F821E3" w:rsidRDefault="00F821E3" w:rsidP="009861D0"/>
        </w:tc>
        <w:tc>
          <w:tcPr>
            <w:tcW w:w="850" w:type="dxa"/>
          </w:tcPr>
          <w:p w14:paraId="05B2F80F" w14:textId="77777777" w:rsidR="00F821E3" w:rsidRDefault="00F821E3" w:rsidP="009861D0"/>
        </w:tc>
        <w:tc>
          <w:tcPr>
            <w:tcW w:w="850" w:type="dxa"/>
          </w:tcPr>
          <w:p w14:paraId="3DE30D53" w14:textId="77777777" w:rsidR="00F821E3" w:rsidRDefault="00F821E3" w:rsidP="009861D0"/>
        </w:tc>
        <w:tc>
          <w:tcPr>
            <w:tcW w:w="850" w:type="dxa"/>
          </w:tcPr>
          <w:p w14:paraId="4A82F3A1" w14:textId="77777777" w:rsidR="00F821E3" w:rsidRDefault="00F821E3" w:rsidP="009861D0"/>
        </w:tc>
      </w:tr>
      <w:tr w:rsidR="00F821E3" w14:paraId="71F7F4D5" w14:textId="77777777" w:rsidTr="009861D0">
        <w:tc>
          <w:tcPr>
            <w:tcW w:w="2376" w:type="dxa"/>
            <w:shd w:val="clear" w:color="auto" w:fill="auto"/>
          </w:tcPr>
          <w:p w14:paraId="7306A0B7" w14:textId="77777777" w:rsidR="00F821E3" w:rsidRDefault="00F821E3" w:rsidP="009861D0">
            <w:r>
              <w:t>Total</w:t>
            </w:r>
          </w:p>
        </w:tc>
        <w:tc>
          <w:tcPr>
            <w:tcW w:w="1134" w:type="dxa"/>
            <w:shd w:val="clear" w:color="auto" w:fill="auto"/>
          </w:tcPr>
          <w:p w14:paraId="605080FE" w14:textId="77777777" w:rsidR="00F821E3" w:rsidRDefault="00F821E3" w:rsidP="009861D0">
            <w:r>
              <w:t>249</w:t>
            </w:r>
          </w:p>
        </w:tc>
        <w:tc>
          <w:tcPr>
            <w:tcW w:w="993" w:type="dxa"/>
            <w:shd w:val="clear" w:color="auto" w:fill="auto"/>
          </w:tcPr>
          <w:p w14:paraId="0B717B80" w14:textId="77777777" w:rsidR="00F821E3" w:rsidRDefault="00F821E3" w:rsidP="009861D0">
            <w:r>
              <w:t>220</w:t>
            </w:r>
          </w:p>
        </w:tc>
        <w:tc>
          <w:tcPr>
            <w:tcW w:w="1275" w:type="dxa"/>
            <w:shd w:val="clear" w:color="auto" w:fill="auto"/>
          </w:tcPr>
          <w:p w14:paraId="1B9B8E35" w14:textId="77777777" w:rsidR="00F821E3" w:rsidRDefault="00F821E3" w:rsidP="009861D0">
            <w:r>
              <w:t>233</w:t>
            </w:r>
          </w:p>
        </w:tc>
        <w:tc>
          <w:tcPr>
            <w:tcW w:w="1134" w:type="dxa"/>
            <w:shd w:val="clear" w:color="auto" w:fill="auto"/>
          </w:tcPr>
          <w:p w14:paraId="39AB3D47" w14:textId="77777777" w:rsidR="00F821E3" w:rsidRDefault="00F821E3" w:rsidP="009861D0">
            <w:r>
              <w:t>237</w:t>
            </w:r>
          </w:p>
        </w:tc>
        <w:tc>
          <w:tcPr>
            <w:tcW w:w="993" w:type="dxa"/>
          </w:tcPr>
          <w:p w14:paraId="795AA535" w14:textId="77777777" w:rsidR="00F821E3" w:rsidRDefault="00F821E3" w:rsidP="009861D0">
            <w:r>
              <w:t>240</w:t>
            </w:r>
          </w:p>
        </w:tc>
        <w:tc>
          <w:tcPr>
            <w:tcW w:w="850" w:type="dxa"/>
          </w:tcPr>
          <w:p w14:paraId="2580C8FC" w14:textId="77777777" w:rsidR="00F821E3" w:rsidRDefault="00F821E3" w:rsidP="009861D0">
            <w:r>
              <w:t>233</w:t>
            </w:r>
          </w:p>
        </w:tc>
        <w:tc>
          <w:tcPr>
            <w:tcW w:w="850" w:type="dxa"/>
          </w:tcPr>
          <w:p w14:paraId="58AB2038" w14:textId="77777777" w:rsidR="00F821E3" w:rsidRDefault="00F821E3" w:rsidP="009861D0"/>
        </w:tc>
        <w:tc>
          <w:tcPr>
            <w:tcW w:w="850" w:type="dxa"/>
          </w:tcPr>
          <w:p w14:paraId="37FFF8C8" w14:textId="0CFA8250" w:rsidR="00F821E3" w:rsidRDefault="00A75E69" w:rsidP="009861D0">
            <w:r>
              <w:t>339</w:t>
            </w:r>
          </w:p>
        </w:tc>
      </w:tr>
      <w:tr w:rsidR="00F821E3" w14:paraId="14FF00C7" w14:textId="77777777" w:rsidTr="009861D0">
        <w:tc>
          <w:tcPr>
            <w:tcW w:w="2376" w:type="dxa"/>
            <w:shd w:val="clear" w:color="auto" w:fill="auto"/>
          </w:tcPr>
          <w:p w14:paraId="507889F6" w14:textId="77777777" w:rsidR="00F821E3" w:rsidRDefault="00F821E3" w:rsidP="009861D0">
            <w:r>
              <w:t>School Card</w:t>
            </w:r>
          </w:p>
        </w:tc>
        <w:tc>
          <w:tcPr>
            <w:tcW w:w="1134" w:type="dxa"/>
            <w:shd w:val="clear" w:color="auto" w:fill="auto"/>
          </w:tcPr>
          <w:p w14:paraId="3B518280" w14:textId="77777777" w:rsidR="00F821E3" w:rsidRDefault="00F821E3" w:rsidP="009861D0">
            <w:r>
              <w:t>18%</w:t>
            </w:r>
          </w:p>
        </w:tc>
        <w:tc>
          <w:tcPr>
            <w:tcW w:w="993" w:type="dxa"/>
            <w:shd w:val="clear" w:color="auto" w:fill="auto"/>
          </w:tcPr>
          <w:p w14:paraId="41084410" w14:textId="77777777" w:rsidR="00F821E3" w:rsidRDefault="00F821E3" w:rsidP="009861D0">
            <w:r>
              <w:t>14%</w:t>
            </w:r>
          </w:p>
        </w:tc>
        <w:tc>
          <w:tcPr>
            <w:tcW w:w="1275" w:type="dxa"/>
            <w:shd w:val="clear" w:color="auto" w:fill="auto"/>
          </w:tcPr>
          <w:p w14:paraId="7527F24D" w14:textId="77777777" w:rsidR="00F821E3" w:rsidRDefault="00F821E3" w:rsidP="009861D0">
            <w:r>
              <w:t>14%</w:t>
            </w:r>
          </w:p>
        </w:tc>
        <w:tc>
          <w:tcPr>
            <w:tcW w:w="1134" w:type="dxa"/>
            <w:shd w:val="clear" w:color="auto" w:fill="auto"/>
          </w:tcPr>
          <w:p w14:paraId="188761AC" w14:textId="77777777" w:rsidR="00F821E3" w:rsidRDefault="00F821E3" w:rsidP="009861D0">
            <w:r>
              <w:t>10%</w:t>
            </w:r>
          </w:p>
        </w:tc>
        <w:tc>
          <w:tcPr>
            <w:tcW w:w="993" w:type="dxa"/>
          </w:tcPr>
          <w:p w14:paraId="1CBAB3F7" w14:textId="77777777" w:rsidR="00F821E3" w:rsidRDefault="00F821E3" w:rsidP="009861D0">
            <w:r>
              <w:t>10%</w:t>
            </w:r>
          </w:p>
        </w:tc>
        <w:tc>
          <w:tcPr>
            <w:tcW w:w="850" w:type="dxa"/>
          </w:tcPr>
          <w:p w14:paraId="4196D236" w14:textId="77777777" w:rsidR="00F821E3" w:rsidRDefault="00F821E3" w:rsidP="009861D0">
            <w:pPr>
              <w:spacing w:line="360" w:lineRule="auto"/>
            </w:pPr>
            <w:r>
              <w:t>10%</w:t>
            </w:r>
          </w:p>
        </w:tc>
        <w:tc>
          <w:tcPr>
            <w:tcW w:w="850" w:type="dxa"/>
          </w:tcPr>
          <w:p w14:paraId="520B4665" w14:textId="77777777" w:rsidR="00F821E3" w:rsidRDefault="00F821E3" w:rsidP="009861D0">
            <w:pPr>
              <w:spacing w:line="360" w:lineRule="auto"/>
            </w:pPr>
          </w:p>
        </w:tc>
        <w:tc>
          <w:tcPr>
            <w:tcW w:w="850" w:type="dxa"/>
          </w:tcPr>
          <w:p w14:paraId="1598764C" w14:textId="77777777" w:rsidR="00F821E3" w:rsidRDefault="00F821E3" w:rsidP="009861D0">
            <w:pPr>
              <w:spacing w:line="360" w:lineRule="auto"/>
            </w:pPr>
            <w:r>
              <w:t>10%</w:t>
            </w:r>
          </w:p>
        </w:tc>
      </w:tr>
      <w:tr w:rsidR="00F821E3" w14:paraId="669A32CC" w14:textId="77777777" w:rsidTr="009861D0">
        <w:tc>
          <w:tcPr>
            <w:tcW w:w="2376" w:type="dxa"/>
            <w:shd w:val="clear" w:color="auto" w:fill="auto"/>
          </w:tcPr>
          <w:p w14:paraId="15CD8A7E" w14:textId="77777777" w:rsidR="00F821E3" w:rsidRDefault="00F821E3" w:rsidP="009861D0">
            <w:r>
              <w:t>NESB</w:t>
            </w:r>
          </w:p>
        </w:tc>
        <w:tc>
          <w:tcPr>
            <w:tcW w:w="1134" w:type="dxa"/>
            <w:shd w:val="clear" w:color="auto" w:fill="auto"/>
          </w:tcPr>
          <w:p w14:paraId="0946C018" w14:textId="77777777" w:rsidR="00F821E3" w:rsidRDefault="00F821E3" w:rsidP="009861D0">
            <w:r>
              <w:t>40</w:t>
            </w:r>
          </w:p>
        </w:tc>
        <w:tc>
          <w:tcPr>
            <w:tcW w:w="993" w:type="dxa"/>
            <w:shd w:val="clear" w:color="auto" w:fill="auto"/>
          </w:tcPr>
          <w:p w14:paraId="7A4414A8" w14:textId="77777777" w:rsidR="00F821E3" w:rsidRDefault="00F821E3" w:rsidP="009861D0">
            <w:r>
              <w:t>19</w:t>
            </w:r>
          </w:p>
        </w:tc>
        <w:tc>
          <w:tcPr>
            <w:tcW w:w="1275" w:type="dxa"/>
            <w:shd w:val="clear" w:color="auto" w:fill="auto"/>
          </w:tcPr>
          <w:p w14:paraId="20D97D39" w14:textId="77777777" w:rsidR="00F821E3" w:rsidRDefault="00F821E3" w:rsidP="009861D0">
            <w:r>
              <w:t>40</w:t>
            </w:r>
          </w:p>
        </w:tc>
        <w:tc>
          <w:tcPr>
            <w:tcW w:w="1134" w:type="dxa"/>
            <w:shd w:val="clear" w:color="auto" w:fill="auto"/>
          </w:tcPr>
          <w:p w14:paraId="52A5C7DA" w14:textId="77777777" w:rsidR="00F821E3" w:rsidRDefault="00F821E3" w:rsidP="009861D0">
            <w:r>
              <w:t xml:space="preserve"> 24</w:t>
            </w:r>
          </w:p>
        </w:tc>
        <w:tc>
          <w:tcPr>
            <w:tcW w:w="993" w:type="dxa"/>
          </w:tcPr>
          <w:p w14:paraId="3CF0CF5C" w14:textId="77777777" w:rsidR="00F821E3" w:rsidRDefault="00F821E3" w:rsidP="009861D0">
            <w:r>
              <w:t xml:space="preserve"> 32</w:t>
            </w:r>
          </w:p>
        </w:tc>
        <w:tc>
          <w:tcPr>
            <w:tcW w:w="850" w:type="dxa"/>
          </w:tcPr>
          <w:p w14:paraId="7D4FDC1A" w14:textId="77777777" w:rsidR="00F821E3" w:rsidRDefault="00F821E3" w:rsidP="009861D0">
            <w:r>
              <w:t>54</w:t>
            </w:r>
          </w:p>
        </w:tc>
        <w:tc>
          <w:tcPr>
            <w:tcW w:w="850" w:type="dxa"/>
          </w:tcPr>
          <w:p w14:paraId="7BBBCFEC" w14:textId="77777777" w:rsidR="00F821E3" w:rsidRDefault="00F821E3" w:rsidP="009861D0"/>
        </w:tc>
        <w:tc>
          <w:tcPr>
            <w:tcW w:w="850" w:type="dxa"/>
          </w:tcPr>
          <w:p w14:paraId="6F2481F3" w14:textId="77777777" w:rsidR="00F821E3" w:rsidRDefault="00F821E3" w:rsidP="009861D0">
            <w:r>
              <w:t>115</w:t>
            </w:r>
          </w:p>
        </w:tc>
      </w:tr>
      <w:tr w:rsidR="00F821E3" w14:paraId="28E4D479" w14:textId="77777777" w:rsidTr="009861D0">
        <w:tc>
          <w:tcPr>
            <w:tcW w:w="2376" w:type="dxa"/>
            <w:shd w:val="clear" w:color="auto" w:fill="auto"/>
          </w:tcPr>
          <w:p w14:paraId="449BAF20" w14:textId="77777777" w:rsidR="00F821E3" w:rsidRDefault="00F821E3" w:rsidP="009861D0">
            <w:r>
              <w:t>Aboriginal</w:t>
            </w:r>
          </w:p>
        </w:tc>
        <w:tc>
          <w:tcPr>
            <w:tcW w:w="1134" w:type="dxa"/>
            <w:shd w:val="clear" w:color="auto" w:fill="auto"/>
          </w:tcPr>
          <w:p w14:paraId="239A317F" w14:textId="77777777" w:rsidR="00F821E3" w:rsidRDefault="00F821E3" w:rsidP="009861D0">
            <w:r>
              <w:t>0</w:t>
            </w:r>
          </w:p>
        </w:tc>
        <w:tc>
          <w:tcPr>
            <w:tcW w:w="993" w:type="dxa"/>
            <w:shd w:val="clear" w:color="auto" w:fill="auto"/>
          </w:tcPr>
          <w:p w14:paraId="6D69AAED" w14:textId="77777777" w:rsidR="00F821E3" w:rsidRDefault="00F821E3" w:rsidP="009861D0">
            <w:r>
              <w:t>0</w:t>
            </w:r>
          </w:p>
        </w:tc>
        <w:tc>
          <w:tcPr>
            <w:tcW w:w="1275" w:type="dxa"/>
            <w:shd w:val="clear" w:color="auto" w:fill="auto"/>
          </w:tcPr>
          <w:p w14:paraId="09CF457B" w14:textId="77777777" w:rsidR="00F821E3" w:rsidRDefault="00F821E3" w:rsidP="009861D0">
            <w:r>
              <w:t>0</w:t>
            </w:r>
          </w:p>
        </w:tc>
        <w:tc>
          <w:tcPr>
            <w:tcW w:w="1134" w:type="dxa"/>
            <w:shd w:val="clear" w:color="auto" w:fill="auto"/>
          </w:tcPr>
          <w:p w14:paraId="6FA92B11" w14:textId="77777777" w:rsidR="00F821E3" w:rsidRDefault="00F821E3" w:rsidP="009861D0">
            <w:r>
              <w:t>1</w:t>
            </w:r>
          </w:p>
        </w:tc>
        <w:tc>
          <w:tcPr>
            <w:tcW w:w="993" w:type="dxa"/>
          </w:tcPr>
          <w:p w14:paraId="47E60B89" w14:textId="77777777" w:rsidR="00F821E3" w:rsidRDefault="00F821E3" w:rsidP="009861D0">
            <w:r>
              <w:t>1</w:t>
            </w:r>
          </w:p>
        </w:tc>
        <w:tc>
          <w:tcPr>
            <w:tcW w:w="850" w:type="dxa"/>
          </w:tcPr>
          <w:p w14:paraId="5F555106" w14:textId="77777777" w:rsidR="00F821E3" w:rsidRDefault="00F821E3" w:rsidP="009861D0">
            <w:r>
              <w:t>5</w:t>
            </w:r>
          </w:p>
        </w:tc>
        <w:tc>
          <w:tcPr>
            <w:tcW w:w="850" w:type="dxa"/>
          </w:tcPr>
          <w:p w14:paraId="67122D3E" w14:textId="77777777" w:rsidR="00F821E3" w:rsidRDefault="00F821E3" w:rsidP="009861D0"/>
        </w:tc>
        <w:tc>
          <w:tcPr>
            <w:tcW w:w="850" w:type="dxa"/>
          </w:tcPr>
          <w:p w14:paraId="3F5E8A1A" w14:textId="77777777" w:rsidR="00F821E3" w:rsidRDefault="00F821E3" w:rsidP="009861D0">
            <w:r>
              <w:t>5</w:t>
            </w:r>
          </w:p>
        </w:tc>
      </w:tr>
      <w:tr w:rsidR="00F821E3" w14:paraId="3D86E293" w14:textId="77777777" w:rsidTr="009861D0">
        <w:tc>
          <w:tcPr>
            <w:tcW w:w="2376" w:type="dxa"/>
            <w:shd w:val="clear" w:color="auto" w:fill="auto"/>
          </w:tcPr>
          <w:p w14:paraId="6DB7F54E" w14:textId="77777777" w:rsidR="00F821E3" w:rsidRDefault="00F821E3" w:rsidP="009861D0">
            <w:r>
              <w:t xml:space="preserve">International </w:t>
            </w:r>
          </w:p>
        </w:tc>
        <w:tc>
          <w:tcPr>
            <w:tcW w:w="1134" w:type="dxa"/>
            <w:shd w:val="clear" w:color="auto" w:fill="auto"/>
          </w:tcPr>
          <w:p w14:paraId="454A98E3" w14:textId="77777777" w:rsidR="00F821E3" w:rsidRDefault="00F821E3" w:rsidP="009861D0">
            <w:r>
              <w:t>7</w:t>
            </w:r>
          </w:p>
        </w:tc>
        <w:tc>
          <w:tcPr>
            <w:tcW w:w="993" w:type="dxa"/>
            <w:shd w:val="clear" w:color="auto" w:fill="auto"/>
          </w:tcPr>
          <w:p w14:paraId="59D81780" w14:textId="77777777" w:rsidR="00F821E3" w:rsidRDefault="00F821E3" w:rsidP="009861D0">
            <w:r>
              <w:t>0</w:t>
            </w:r>
          </w:p>
        </w:tc>
        <w:tc>
          <w:tcPr>
            <w:tcW w:w="1275" w:type="dxa"/>
            <w:shd w:val="clear" w:color="auto" w:fill="auto"/>
          </w:tcPr>
          <w:p w14:paraId="520A7DF0" w14:textId="77777777" w:rsidR="00F821E3" w:rsidRDefault="00F821E3" w:rsidP="009861D0">
            <w:r>
              <w:t>3</w:t>
            </w:r>
          </w:p>
        </w:tc>
        <w:tc>
          <w:tcPr>
            <w:tcW w:w="1134" w:type="dxa"/>
            <w:shd w:val="clear" w:color="auto" w:fill="auto"/>
          </w:tcPr>
          <w:p w14:paraId="778E445D" w14:textId="77777777" w:rsidR="00F821E3" w:rsidRDefault="00F821E3" w:rsidP="009861D0">
            <w:r>
              <w:t>1</w:t>
            </w:r>
          </w:p>
        </w:tc>
        <w:tc>
          <w:tcPr>
            <w:tcW w:w="993" w:type="dxa"/>
          </w:tcPr>
          <w:p w14:paraId="27E19E5F" w14:textId="77777777" w:rsidR="00F821E3" w:rsidRDefault="00F821E3" w:rsidP="009861D0">
            <w:r>
              <w:t>3</w:t>
            </w:r>
          </w:p>
        </w:tc>
        <w:tc>
          <w:tcPr>
            <w:tcW w:w="850" w:type="dxa"/>
          </w:tcPr>
          <w:p w14:paraId="15855C49" w14:textId="77777777" w:rsidR="00F821E3" w:rsidRDefault="00F821E3" w:rsidP="009861D0">
            <w:r>
              <w:t>5</w:t>
            </w:r>
          </w:p>
        </w:tc>
        <w:tc>
          <w:tcPr>
            <w:tcW w:w="850" w:type="dxa"/>
          </w:tcPr>
          <w:p w14:paraId="383211B8" w14:textId="77777777" w:rsidR="00F821E3" w:rsidRDefault="00F821E3" w:rsidP="009861D0"/>
        </w:tc>
        <w:tc>
          <w:tcPr>
            <w:tcW w:w="850" w:type="dxa"/>
          </w:tcPr>
          <w:p w14:paraId="73DE9855" w14:textId="77777777" w:rsidR="00F821E3" w:rsidRDefault="00F821E3" w:rsidP="009861D0">
            <w:r>
              <w:t>4</w:t>
            </w:r>
          </w:p>
        </w:tc>
      </w:tr>
    </w:tbl>
    <w:p w14:paraId="31264258" w14:textId="4620F725" w:rsidR="00A97F39" w:rsidRPr="00A97F39" w:rsidRDefault="001A0F7C" w:rsidP="00C50EC1">
      <w:pPr>
        <w:pStyle w:val="Normalclose"/>
        <w:numPr>
          <w:ilvl w:val="0"/>
          <w:numId w:val="17"/>
        </w:numPr>
        <w:spacing w:after="240"/>
        <w:rPr>
          <w:i/>
        </w:rPr>
      </w:pPr>
      <w:r w:rsidRPr="001A0F7C">
        <w:t>Student enrolment trends</w:t>
      </w:r>
      <w:r w:rsidR="00A97F39">
        <w:t xml:space="preserve">: in recent years student enrolments </w:t>
      </w:r>
      <w:r w:rsidR="0014686F">
        <w:t>have increased to</w:t>
      </w:r>
      <w:r w:rsidR="00D9209B">
        <w:t xml:space="preserve"> around 3</w:t>
      </w:r>
      <w:r w:rsidR="00A97F39">
        <w:t xml:space="preserve">40 students </w:t>
      </w:r>
    </w:p>
    <w:p w14:paraId="23CBFEF1" w14:textId="77777777" w:rsidR="005545C2" w:rsidRPr="00A97F39" w:rsidRDefault="005545C2" w:rsidP="00C50EC1">
      <w:pPr>
        <w:pStyle w:val="Normalclose"/>
        <w:numPr>
          <w:ilvl w:val="0"/>
          <w:numId w:val="17"/>
        </w:numPr>
        <w:spacing w:after="240"/>
        <w:rPr>
          <w:i/>
        </w:rPr>
      </w:pPr>
      <w:r>
        <w:t>Staffing numbers</w:t>
      </w:r>
      <w:r w:rsidR="00BD3FD3">
        <w:t xml:space="preserve"> (as at February census):</w:t>
      </w:r>
    </w:p>
    <w:p w14:paraId="64001646" w14:textId="3A709740" w:rsidR="007C28BA" w:rsidRPr="00A221CE" w:rsidRDefault="00754447" w:rsidP="00A97F39">
      <w:pPr>
        <w:pStyle w:val="Normalclose"/>
        <w:spacing w:after="240"/>
        <w:ind w:left="720"/>
        <w:rPr>
          <w:i/>
        </w:rPr>
      </w:pPr>
      <w:r>
        <w:t>Leadership</w:t>
      </w:r>
      <w:r w:rsidR="00A75E69">
        <w:t>: -</w:t>
      </w:r>
      <w:r>
        <w:t xml:space="preserve"> Principal </w:t>
      </w:r>
      <w:r w:rsidR="00D71FA7">
        <w:t>A3</w:t>
      </w:r>
      <w:r w:rsidR="00A221CE">
        <w:t xml:space="preserve"> </w:t>
      </w:r>
      <w:r>
        <w:t xml:space="preserve">male, Deputy </w:t>
      </w:r>
      <w:r w:rsidR="00D71FA7">
        <w:t xml:space="preserve">B2 </w:t>
      </w:r>
      <w:r>
        <w:t>male, Coordinator</w:t>
      </w:r>
      <w:r w:rsidR="00A221CE">
        <w:t xml:space="preserve"> </w:t>
      </w:r>
      <w:r w:rsidR="00A75E69">
        <w:t>.</w:t>
      </w:r>
      <w:r w:rsidR="00A221CE">
        <w:t>2</w:t>
      </w:r>
      <w:r w:rsidR="00A177D9">
        <w:t xml:space="preserve"> female</w:t>
      </w:r>
      <w:r>
        <w:t>,</w:t>
      </w:r>
    </w:p>
    <w:p w14:paraId="72637A81" w14:textId="4D120201" w:rsidR="00A221CE" w:rsidRPr="003026B1" w:rsidRDefault="0014686F" w:rsidP="003026B1">
      <w:pPr>
        <w:pStyle w:val="Normalclose"/>
        <w:spacing w:after="240"/>
        <w:ind w:left="720"/>
      </w:pPr>
      <w:r>
        <w:t>Teachers 16</w:t>
      </w:r>
      <w:r w:rsidR="00A177D9">
        <w:t xml:space="preserve"> </w:t>
      </w:r>
      <w:r w:rsidR="00D71FA7">
        <w:t xml:space="preserve"> (2</w:t>
      </w:r>
      <w:r w:rsidR="00A221CE">
        <w:t xml:space="preserve"> m</w:t>
      </w:r>
      <w:r w:rsidR="00A177D9">
        <w:t>ale, 1</w:t>
      </w:r>
      <w:r>
        <w:t>4</w:t>
      </w:r>
      <w:r w:rsidR="00D71FA7">
        <w:t xml:space="preserve"> </w:t>
      </w:r>
      <w:r w:rsidR="00A177D9">
        <w:t>female</w:t>
      </w:r>
      <w:r w:rsidR="00D71FA7">
        <w:t>)</w:t>
      </w:r>
      <w:r>
        <w:t>, EALD 0.3</w:t>
      </w:r>
      <w:r w:rsidR="006854E4">
        <w:t>,</w:t>
      </w:r>
      <w:r w:rsidR="00403F42">
        <w:t xml:space="preserve"> Librarian</w:t>
      </w:r>
      <w:r>
        <w:t xml:space="preserve"> 0.2</w:t>
      </w:r>
      <w:r w:rsidR="009649B9">
        <w:t>, Japanese 0.6</w:t>
      </w:r>
      <w:r w:rsidR="00A221CE">
        <w:t xml:space="preserve"> </w:t>
      </w:r>
      <w:r w:rsidR="00A177D9">
        <w:t xml:space="preserve">and </w:t>
      </w:r>
      <w:r>
        <w:t>Drama 0.8, Science 0.6</w:t>
      </w:r>
      <w:r w:rsidR="003026B1">
        <w:t xml:space="preserve">, Student Well Being </w:t>
      </w:r>
      <w:proofErr w:type="spellStart"/>
      <w:r w:rsidR="003026B1">
        <w:t>Cooordinator</w:t>
      </w:r>
      <w:proofErr w:type="spellEnd"/>
      <w:r w:rsidR="00D71FA7">
        <w:t xml:space="preserve">, </w:t>
      </w:r>
      <w:r w:rsidR="00A221CE">
        <w:t>SSO</w:t>
      </w:r>
      <w:r w:rsidR="00D71FA7">
        <w:t>s 8 (</w:t>
      </w:r>
      <w:r w:rsidR="00A221CE">
        <w:t>all part time</w:t>
      </w:r>
      <w:r w:rsidR="00D71FA7">
        <w:t>)</w:t>
      </w:r>
      <w:r w:rsidR="0055495B">
        <w:t xml:space="preserve"> 12 to 30 hours per </w:t>
      </w:r>
      <w:r w:rsidR="0055495B">
        <w:lastRenderedPageBreak/>
        <w:t>week</w:t>
      </w:r>
      <w:r w:rsidR="00A221CE">
        <w:t xml:space="preserve">, </w:t>
      </w:r>
      <w:proofErr w:type="spellStart"/>
      <w:r w:rsidR="00A221CE">
        <w:t>Grounds</w:t>
      </w:r>
      <w:r w:rsidR="00D71FA7">
        <w:t>person</w:t>
      </w:r>
      <w:proofErr w:type="spellEnd"/>
      <w:r w:rsidR="00D71FA7">
        <w:t xml:space="preserve"> 25 hours per week</w:t>
      </w:r>
      <w:r w:rsidR="00C9414C">
        <w:t xml:space="preserve">, </w:t>
      </w:r>
      <w:r w:rsidR="00A221CE">
        <w:t xml:space="preserve"> Christian Pastoral Support Worker 2 days </w:t>
      </w:r>
      <w:r w:rsidR="00D71FA7">
        <w:t>per week</w:t>
      </w:r>
      <w:r w:rsidR="00A221CE">
        <w:t>.</w:t>
      </w:r>
    </w:p>
    <w:p w14:paraId="6D5FA976" w14:textId="77777777" w:rsidR="005545C2" w:rsidRDefault="005545C2" w:rsidP="006854E4">
      <w:pPr>
        <w:pStyle w:val="Bullet2"/>
        <w:numPr>
          <w:ilvl w:val="0"/>
          <w:numId w:val="17"/>
        </w:numPr>
      </w:pPr>
      <w:r>
        <w:t>Public transport access</w:t>
      </w:r>
      <w:r w:rsidR="0027339E">
        <w:t xml:space="preserve">: </w:t>
      </w:r>
      <w:r w:rsidR="00881E58">
        <w:t xml:space="preserve">Bus from city or </w:t>
      </w:r>
      <w:proofErr w:type="spellStart"/>
      <w:r w:rsidR="00881E58">
        <w:t>Glenelg</w:t>
      </w:r>
      <w:proofErr w:type="spellEnd"/>
    </w:p>
    <w:p w14:paraId="09F504CA" w14:textId="77777777" w:rsidR="007F37D1" w:rsidRDefault="007F37D1" w:rsidP="006854E4">
      <w:pPr>
        <w:pStyle w:val="Bullet2"/>
        <w:ind w:left="785" w:hanging="425"/>
      </w:pPr>
      <w:r>
        <w:t>Special site arrangements:</w:t>
      </w:r>
      <w:r w:rsidR="00881E58">
        <w:t xml:space="preserve"> member of </w:t>
      </w:r>
      <w:r w:rsidR="00A177D9">
        <w:t>Western Adelaide Shores Partnership</w:t>
      </w:r>
    </w:p>
    <w:p w14:paraId="17C562AC" w14:textId="77777777" w:rsidR="005545C2" w:rsidRDefault="005545C2">
      <w:pPr>
        <w:pStyle w:val="Heading2"/>
      </w:pPr>
      <w:r>
        <w:t>2.</w:t>
      </w:r>
      <w:r>
        <w:rPr>
          <w:b w:val="0"/>
        </w:rPr>
        <w:tab/>
      </w:r>
      <w:r>
        <w:t>Students (and their welfare)</w:t>
      </w:r>
    </w:p>
    <w:p w14:paraId="0A671730" w14:textId="77777777" w:rsidR="005545C2" w:rsidRDefault="005545C2">
      <w:pPr>
        <w:pStyle w:val="Bullet2"/>
        <w:rPr>
          <w:b/>
        </w:rPr>
      </w:pPr>
      <w:r>
        <w:t>General characteristics</w:t>
      </w:r>
    </w:p>
    <w:p w14:paraId="2FF1307B" w14:textId="0C2DC383" w:rsidR="005545C2" w:rsidRDefault="0055495B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As a beachside suburb students are involved in many outdoor activities and belong to community surf lifesaving and many club sports teams. Our international students</w:t>
      </w:r>
      <w:r w:rsidR="00D71FA7">
        <w:rPr>
          <w:rFonts w:ascii="Arial" w:hAnsi="Arial"/>
        </w:rPr>
        <w:t xml:space="preserve"> </w:t>
      </w:r>
      <w:r w:rsidR="00DC5EA1">
        <w:rPr>
          <w:rFonts w:ascii="Arial" w:hAnsi="Arial"/>
        </w:rPr>
        <w:t xml:space="preserve">come </w:t>
      </w:r>
      <w:proofErr w:type="spellStart"/>
      <w:r w:rsidR="00DC5EA1">
        <w:rPr>
          <w:rFonts w:ascii="Arial" w:hAnsi="Arial"/>
        </w:rPr>
        <w:t>form</w:t>
      </w:r>
      <w:proofErr w:type="spellEnd"/>
      <w:r w:rsidR="00DC5EA1">
        <w:rPr>
          <w:rFonts w:ascii="Arial" w:hAnsi="Arial"/>
        </w:rPr>
        <w:t xml:space="preserve"> all parts of the world</w:t>
      </w:r>
      <w:r w:rsidR="00932BF1">
        <w:rPr>
          <w:rFonts w:ascii="Arial" w:hAnsi="Arial"/>
        </w:rPr>
        <w:t>. Stud</w:t>
      </w:r>
      <w:r w:rsidR="00D71FA7">
        <w:rPr>
          <w:rFonts w:ascii="Arial" w:hAnsi="Arial"/>
        </w:rPr>
        <w:t xml:space="preserve">ents are placed in our </w:t>
      </w:r>
      <w:r w:rsidR="00932BF1">
        <w:rPr>
          <w:rFonts w:ascii="Arial" w:hAnsi="Arial"/>
        </w:rPr>
        <w:t xml:space="preserve">Special </w:t>
      </w:r>
      <w:r w:rsidR="00D71FA7">
        <w:rPr>
          <w:rFonts w:ascii="Arial" w:hAnsi="Arial"/>
        </w:rPr>
        <w:t>Options Primary c</w:t>
      </w:r>
      <w:r w:rsidR="00932BF1">
        <w:rPr>
          <w:rFonts w:ascii="Arial" w:hAnsi="Arial"/>
        </w:rPr>
        <w:t>lass</w:t>
      </w:r>
      <w:r w:rsidR="00D71FA7">
        <w:rPr>
          <w:rFonts w:ascii="Arial" w:hAnsi="Arial"/>
        </w:rPr>
        <w:t xml:space="preserve"> through a DECD placement process.</w:t>
      </w:r>
      <w:r w:rsidR="00932BF1">
        <w:rPr>
          <w:rFonts w:ascii="Arial" w:hAnsi="Arial"/>
        </w:rPr>
        <w:t xml:space="preserve"> </w:t>
      </w:r>
    </w:p>
    <w:p w14:paraId="52DDA052" w14:textId="46E3DB68" w:rsidR="005545C2" w:rsidRDefault="004F438D">
      <w:pPr>
        <w:pStyle w:val="Bullet2"/>
      </w:pPr>
      <w:r>
        <w:t>Student</w:t>
      </w:r>
      <w:r w:rsidR="009A43F5">
        <w:t xml:space="preserve"> well-being</w:t>
      </w:r>
      <w:r w:rsidR="005545C2">
        <w:t xml:space="preserve"> </w:t>
      </w:r>
    </w:p>
    <w:p w14:paraId="1B5C4820" w14:textId="63F4AB45" w:rsidR="005545C2" w:rsidRDefault="00384618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 xml:space="preserve">A whole-school approach to student wellbeing has been implemented since 2017. </w:t>
      </w:r>
      <w:r w:rsidR="0055495B">
        <w:rPr>
          <w:rFonts w:ascii="Arial" w:hAnsi="Arial"/>
        </w:rPr>
        <w:t>Restorative Practices underpins all behaviour management and conflict resolution strategies across the school.</w:t>
      </w:r>
      <w:r w:rsidR="00932BF1">
        <w:rPr>
          <w:rFonts w:ascii="Arial" w:hAnsi="Arial"/>
        </w:rPr>
        <w:t xml:space="preserve"> </w:t>
      </w:r>
      <w:r>
        <w:rPr>
          <w:rFonts w:ascii="Arial" w:hAnsi="Arial"/>
        </w:rPr>
        <w:t xml:space="preserve">Explicit teaching of </w:t>
      </w:r>
      <w:r w:rsidR="00342767">
        <w:rPr>
          <w:rFonts w:ascii="Arial" w:hAnsi="Arial"/>
        </w:rPr>
        <w:t>Social Skills</w:t>
      </w:r>
      <w:r>
        <w:rPr>
          <w:rFonts w:ascii="Arial" w:hAnsi="Arial"/>
        </w:rPr>
        <w:t xml:space="preserve"> occurs each year along with</w:t>
      </w:r>
      <w:r w:rsidR="00342767">
        <w:rPr>
          <w:rFonts w:ascii="Arial" w:hAnsi="Arial"/>
        </w:rPr>
        <w:t xml:space="preserve"> </w:t>
      </w:r>
      <w:r w:rsidR="00DC5EA1">
        <w:rPr>
          <w:rFonts w:ascii="Arial" w:hAnsi="Arial"/>
        </w:rPr>
        <w:t>the manda</w:t>
      </w:r>
      <w:r>
        <w:rPr>
          <w:rFonts w:ascii="Arial" w:hAnsi="Arial"/>
        </w:rPr>
        <w:t>ted Child Protection Curriculum.</w:t>
      </w:r>
    </w:p>
    <w:p w14:paraId="332A8F25" w14:textId="02C253CA" w:rsidR="00D71FA7" w:rsidRDefault="00D71FA7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Seasons for Growth is a grief and loss programme implemented each term by our Pastoral Care Worker.</w:t>
      </w:r>
    </w:p>
    <w:p w14:paraId="3E47C167" w14:textId="77777777" w:rsidR="005545C2" w:rsidRDefault="009A43F5">
      <w:pPr>
        <w:pStyle w:val="Bullet2"/>
      </w:pPr>
      <w:r>
        <w:t>Student s</w:t>
      </w:r>
      <w:r w:rsidR="005545C2">
        <w:t>upport offered</w:t>
      </w:r>
    </w:p>
    <w:p w14:paraId="61D354B9" w14:textId="5488A370" w:rsidR="005545C2" w:rsidRDefault="00881E58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Pa</w:t>
      </w:r>
      <w:r w:rsidR="00A54A8B">
        <w:rPr>
          <w:rFonts w:ascii="Arial" w:hAnsi="Arial"/>
        </w:rPr>
        <w:t xml:space="preserve">storal </w:t>
      </w:r>
      <w:r w:rsidR="00D71FA7">
        <w:rPr>
          <w:rFonts w:ascii="Arial" w:hAnsi="Arial"/>
        </w:rPr>
        <w:t>Care</w:t>
      </w:r>
      <w:r w:rsidR="00A54A8B">
        <w:rPr>
          <w:rFonts w:ascii="Arial" w:hAnsi="Arial"/>
        </w:rPr>
        <w:t xml:space="preserve"> Worker </w:t>
      </w:r>
      <w:r w:rsidR="003026B1">
        <w:rPr>
          <w:rFonts w:ascii="Arial" w:hAnsi="Arial"/>
        </w:rPr>
        <w:t>– Cathy Turner</w:t>
      </w:r>
    </w:p>
    <w:p w14:paraId="036621EA" w14:textId="75A072B4" w:rsidR="005545C2" w:rsidRDefault="005545C2">
      <w:pPr>
        <w:pStyle w:val="Bullet2"/>
      </w:pPr>
      <w:r>
        <w:t xml:space="preserve">Student </w:t>
      </w:r>
      <w:r w:rsidR="00D71FA7">
        <w:t>M</w:t>
      </w:r>
      <w:r w:rsidR="006854E4">
        <w:t>anagement</w:t>
      </w:r>
    </w:p>
    <w:p w14:paraId="002FC648" w14:textId="77777777" w:rsidR="005545C2" w:rsidRDefault="006854E4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Students</w:t>
      </w:r>
      <w:r w:rsidR="00DC5EA1">
        <w:rPr>
          <w:rFonts w:ascii="Arial" w:hAnsi="Arial"/>
        </w:rPr>
        <w:t xml:space="preserve"> are supported to take responsibility</w:t>
      </w:r>
      <w:r>
        <w:rPr>
          <w:rFonts w:ascii="Arial" w:hAnsi="Arial"/>
        </w:rPr>
        <w:t xml:space="preserve"> through an </w:t>
      </w:r>
      <w:r w:rsidR="00932BF1">
        <w:rPr>
          <w:rFonts w:ascii="Arial" w:hAnsi="Arial"/>
        </w:rPr>
        <w:t xml:space="preserve">explicit </w:t>
      </w:r>
      <w:proofErr w:type="spellStart"/>
      <w:r w:rsidR="00932BF1">
        <w:rPr>
          <w:rFonts w:ascii="Arial" w:hAnsi="Arial"/>
        </w:rPr>
        <w:t>Behavior</w:t>
      </w:r>
      <w:proofErr w:type="spellEnd"/>
      <w:r w:rsidR="00932BF1">
        <w:rPr>
          <w:rFonts w:ascii="Arial" w:hAnsi="Arial"/>
        </w:rPr>
        <w:t xml:space="preserve"> </w:t>
      </w:r>
      <w:r>
        <w:rPr>
          <w:rFonts w:ascii="Arial" w:hAnsi="Arial"/>
        </w:rPr>
        <w:t xml:space="preserve">Education Policy </w:t>
      </w:r>
      <w:r w:rsidR="00932BF1">
        <w:rPr>
          <w:rFonts w:ascii="Arial" w:hAnsi="Arial"/>
        </w:rPr>
        <w:t xml:space="preserve">based on Restorative Practices. Parents are supportive of the schools behaviour </w:t>
      </w:r>
      <w:r>
        <w:rPr>
          <w:rFonts w:ascii="Arial" w:hAnsi="Arial"/>
        </w:rPr>
        <w:t>education programme.</w:t>
      </w:r>
    </w:p>
    <w:p w14:paraId="43D67B71" w14:textId="77777777" w:rsidR="005545C2" w:rsidRDefault="005545C2">
      <w:pPr>
        <w:pStyle w:val="Bullet2"/>
      </w:pPr>
      <w:r>
        <w:t xml:space="preserve">Student </w:t>
      </w:r>
      <w:r w:rsidR="006854E4">
        <w:t>Leadership</w:t>
      </w:r>
    </w:p>
    <w:p w14:paraId="164A7C3D" w14:textId="52654799" w:rsidR="005545C2" w:rsidRDefault="006854E4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 xml:space="preserve">The </w:t>
      </w:r>
      <w:r w:rsidR="0055495B">
        <w:rPr>
          <w:rFonts w:ascii="Arial" w:hAnsi="Arial"/>
        </w:rPr>
        <w:t>Student Council</w:t>
      </w:r>
      <w:r w:rsidR="003026B1">
        <w:rPr>
          <w:rFonts w:ascii="Arial" w:hAnsi="Arial"/>
        </w:rPr>
        <w:t xml:space="preserve"> is being rebuilt and the school is looking at </w:t>
      </w:r>
      <w:proofErr w:type="spellStart"/>
      <w:r w:rsidR="003026B1">
        <w:rPr>
          <w:rFonts w:ascii="Arial" w:hAnsi="Arial"/>
        </w:rPr>
        <w:t>implmeneting</w:t>
      </w:r>
      <w:proofErr w:type="spellEnd"/>
      <w:r w:rsidR="003026B1">
        <w:rPr>
          <w:rFonts w:ascii="Arial" w:hAnsi="Arial"/>
        </w:rPr>
        <w:t xml:space="preserve"> the Voice it student wellbeing tool kit. </w:t>
      </w:r>
      <w:r w:rsidR="006B574E">
        <w:rPr>
          <w:rFonts w:ascii="Arial" w:hAnsi="Arial"/>
        </w:rPr>
        <w:t xml:space="preserve">There is a Wipe </w:t>
      </w:r>
      <w:r w:rsidR="0093702C">
        <w:rPr>
          <w:rFonts w:ascii="Arial" w:hAnsi="Arial"/>
        </w:rPr>
        <w:t>out</w:t>
      </w:r>
      <w:r w:rsidR="006B574E">
        <w:rPr>
          <w:rFonts w:ascii="Arial" w:hAnsi="Arial"/>
        </w:rPr>
        <w:t xml:space="preserve"> Waste (WOW) students </w:t>
      </w:r>
      <w:r w:rsidR="00342767">
        <w:rPr>
          <w:rFonts w:ascii="Arial" w:hAnsi="Arial"/>
        </w:rPr>
        <w:t>for a sustainable environment</w:t>
      </w:r>
      <w:r w:rsidR="006B574E">
        <w:rPr>
          <w:rFonts w:ascii="Arial" w:hAnsi="Arial"/>
        </w:rPr>
        <w:t xml:space="preserve"> group that meet to take care of our school environment</w:t>
      </w:r>
      <w:r>
        <w:rPr>
          <w:rFonts w:ascii="Arial" w:hAnsi="Arial"/>
        </w:rPr>
        <w:t xml:space="preserve">, </w:t>
      </w:r>
      <w:r w:rsidR="0093702C">
        <w:rPr>
          <w:rFonts w:ascii="Arial" w:hAnsi="Arial"/>
        </w:rPr>
        <w:t>the</w:t>
      </w:r>
      <w:r w:rsidR="003026B1">
        <w:rPr>
          <w:rFonts w:ascii="Arial" w:hAnsi="Arial"/>
        </w:rPr>
        <w:t xml:space="preserve"> school has House Captains and JP Buddies that support our younger students in class and run lunchtime activities.</w:t>
      </w:r>
    </w:p>
    <w:p w14:paraId="428CFE63" w14:textId="77777777" w:rsidR="005545C2" w:rsidRDefault="005545C2">
      <w:pPr>
        <w:pStyle w:val="Bullet2"/>
      </w:pPr>
      <w:r>
        <w:t>Special programmes</w:t>
      </w:r>
    </w:p>
    <w:p w14:paraId="3607E7B8" w14:textId="4CBAE7C2" w:rsidR="005545C2" w:rsidRDefault="003026B1">
      <w:pPr>
        <w:pStyle w:val="Indent"/>
        <w:rPr>
          <w:rFonts w:ascii="Arial" w:hAnsi="Arial"/>
        </w:rPr>
      </w:pPr>
      <w:r>
        <w:rPr>
          <w:rFonts w:ascii="Arial" w:hAnsi="Arial"/>
        </w:rPr>
        <w:t xml:space="preserve">TOM </w:t>
      </w:r>
      <w:r w:rsidR="00444CA3">
        <w:rPr>
          <w:rFonts w:ascii="Arial" w:hAnsi="Arial"/>
        </w:rPr>
        <w:t>Club, d</w:t>
      </w:r>
      <w:r w:rsidR="006854E4">
        <w:rPr>
          <w:rFonts w:ascii="Arial" w:hAnsi="Arial"/>
        </w:rPr>
        <w:t xml:space="preserve">ebating, </w:t>
      </w:r>
      <w:r w:rsidR="00932BF1">
        <w:rPr>
          <w:rFonts w:ascii="Arial" w:hAnsi="Arial"/>
        </w:rPr>
        <w:t>string instruments and</w:t>
      </w:r>
      <w:r w:rsidR="006854E4">
        <w:rPr>
          <w:rFonts w:ascii="Arial" w:hAnsi="Arial"/>
        </w:rPr>
        <w:t xml:space="preserve"> a lunchtime R-2 dance program for interested students</w:t>
      </w:r>
      <w:r w:rsidR="00932BF1">
        <w:rPr>
          <w:rFonts w:ascii="Arial" w:hAnsi="Arial"/>
        </w:rPr>
        <w:t xml:space="preserve">. Sport is a large part of the school culture. Many clinics are provided to students across the </w:t>
      </w:r>
      <w:proofErr w:type="spellStart"/>
      <w:r w:rsidR="00932BF1">
        <w:rPr>
          <w:rFonts w:ascii="Arial" w:hAnsi="Arial"/>
        </w:rPr>
        <w:t>school.</w:t>
      </w:r>
      <w:r w:rsidR="006B574E">
        <w:rPr>
          <w:rFonts w:ascii="Arial" w:hAnsi="Arial"/>
        </w:rPr>
        <w:t>There</w:t>
      </w:r>
      <w:proofErr w:type="spellEnd"/>
      <w:r w:rsidR="006B574E">
        <w:rPr>
          <w:rFonts w:ascii="Arial" w:hAnsi="Arial"/>
        </w:rPr>
        <w:t xml:space="preserve"> is a small community garden and orchard</w:t>
      </w:r>
      <w:r w:rsidR="002D7604">
        <w:rPr>
          <w:rFonts w:ascii="Arial" w:hAnsi="Arial"/>
        </w:rPr>
        <w:t>.</w:t>
      </w:r>
    </w:p>
    <w:p w14:paraId="1FF17821" w14:textId="77777777" w:rsidR="009C1C42" w:rsidRDefault="009C1C42">
      <w:pPr>
        <w:pStyle w:val="Heading2"/>
      </w:pPr>
    </w:p>
    <w:p w14:paraId="3D925520" w14:textId="77777777" w:rsidR="009C1C42" w:rsidRDefault="009C1C42">
      <w:pPr>
        <w:pStyle w:val="Heading2"/>
      </w:pPr>
    </w:p>
    <w:p w14:paraId="38FBA2E8" w14:textId="77777777" w:rsidR="009C1C42" w:rsidRDefault="009C1C42">
      <w:pPr>
        <w:pStyle w:val="Heading2"/>
      </w:pPr>
    </w:p>
    <w:p w14:paraId="30A05393" w14:textId="77777777" w:rsidR="009C1C42" w:rsidRDefault="009C1C42">
      <w:pPr>
        <w:pStyle w:val="Heading2"/>
      </w:pPr>
    </w:p>
    <w:p w14:paraId="685149D2" w14:textId="520BFAC6" w:rsidR="005545C2" w:rsidRDefault="005545C2">
      <w:pPr>
        <w:pStyle w:val="Heading2"/>
      </w:pPr>
      <w:r>
        <w:t>3.</w:t>
      </w:r>
      <w:r>
        <w:tab/>
        <w:t>Key School P</w:t>
      </w:r>
      <w:r w:rsidR="00342347">
        <w:t>olicies</w:t>
      </w:r>
    </w:p>
    <w:p w14:paraId="1189DE2D" w14:textId="77777777" w:rsidR="005545C2" w:rsidRPr="00A97F39" w:rsidRDefault="00D45B21">
      <w:pPr>
        <w:pStyle w:val="Bullet2"/>
        <w:rPr>
          <w:b/>
        </w:rPr>
      </w:pPr>
      <w:r w:rsidRPr="00A97F39">
        <w:rPr>
          <w:b/>
        </w:rPr>
        <w:t>Site Improvement</w:t>
      </w:r>
      <w:r w:rsidR="008B058E" w:rsidRPr="00A97F39">
        <w:rPr>
          <w:b/>
        </w:rPr>
        <w:t xml:space="preserve"> Plan </w:t>
      </w:r>
    </w:p>
    <w:p w14:paraId="2FDC0939" w14:textId="77777777" w:rsidR="000F73A1" w:rsidRDefault="00342767" w:rsidP="009C1C42">
      <w:pPr>
        <w:ind w:left="131" w:firstLine="720"/>
        <w:jc w:val="both"/>
        <w:rPr>
          <w:rFonts w:ascii="Calibri" w:eastAsia="+mn-ea" w:hAnsi="Calibri" w:cs="+mn-cs"/>
          <w:color w:val="FFFFFF"/>
          <w:lang w:val="en-US"/>
        </w:rPr>
      </w:pPr>
      <w:r>
        <w:t xml:space="preserve">The </w:t>
      </w:r>
      <w:r w:rsidR="003026B1">
        <w:t>2019</w:t>
      </w:r>
      <w:r w:rsidR="006854E4">
        <w:t xml:space="preserve"> </w:t>
      </w:r>
      <w:r>
        <w:t xml:space="preserve">Site Improvement Plan has three </w:t>
      </w:r>
      <w:r w:rsidR="006854E4">
        <w:t>priority</w:t>
      </w:r>
      <w:r>
        <w:t xml:space="preserve"> areas</w:t>
      </w:r>
      <w:r w:rsidR="006854E4">
        <w:t>:</w:t>
      </w:r>
      <w:r>
        <w:t xml:space="preserve"> </w:t>
      </w:r>
      <w:r w:rsidR="000F73A1" w:rsidRPr="000F73A1">
        <w:rPr>
          <w:rFonts w:ascii="Calibri" w:eastAsia="+mn-ea" w:hAnsi="Calibri" w:cs="+mn-cs"/>
          <w:color w:val="FFFFFF"/>
          <w:lang w:val="en-US"/>
        </w:rPr>
        <w:t>GOA</w:t>
      </w:r>
    </w:p>
    <w:p w14:paraId="6BD60342" w14:textId="7D8E9366" w:rsidR="000F73A1" w:rsidRPr="007D2E4C" w:rsidRDefault="000F73A1" w:rsidP="009C1C42">
      <w:pPr>
        <w:pStyle w:val="ListParagraph"/>
        <w:numPr>
          <w:ilvl w:val="0"/>
          <w:numId w:val="17"/>
        </w:numPr>
        <w:jc w:val="both"/>
        <w:rPr>
          <w:rFonts w:asciiTheme="majorHAnsi" w:hAnsiTheme="majorHAnsi" w:cstheme="majorHAnsi"/>
          <w:lang w:val="en-GB"/>
        </w:rPr>
      </w:pPr>
      <w:r w:rsidRPr="007D2E4C">
        <w:rPr>
          <w:rFonts w:asciiTheme="majorHAnsi" w:eastAsia="+mn-ea" w:hAnsiTheme="majorHAnsi" w:cstheme="majorHAnsi"/>
          <w:b/>
          <w:lang w:val="en-US"/>
        </w:rPr>
        <w:t>Goal 1</w:t>
      </w:r>
      <w:r w:rsidRPr="007D2E4C">
        <w:rPr>
          <w:rFonts w:asciiTheme="majorHAnsi" w:eastAsia="+mn-ea" w:hAnsiTheme="majorHAnsi" w:cstheme="majorHAnsi"/>
          <w:b/>
          <w:color w:val="FFFFFF"/>
          <w:lang w:val="en-US"/>
        </w:rPr>
        <w:tab/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>Increasing the achievement of R - 7 students in numeracy.</w:t>
      </w:r>
    </w:p>
    <w:p w14:paraId="3DDFA0C3" w14:textId="74E411E0" w:rsidR="000F73A1" w:rsidRPr="007D2E4C" w:rsidRDefault="000F73A1" w:rsidP="009C1C42">
      <w:pPr>
        <w:pStyle w:val="ListParagraph"/>
        <w:ind w:firstLine="720"/>
        <w:jc w:val="both"/>
        <w:rPr>
          <w:rFonts w:asciiTheme="majorHAnsi" w:eastAsia="+mn-ea" w:hAnsiTheme="majorHAnsi" w:cstheme="majorHAnsi"/>
          <w:color w:val="000000"/>
          <w:lang w:val="en-US"/>
        </w:rPr>
      </w:pPr>
      <w:r w:rsidRPr="007D2E4C">
        <w:rPr>
          <w:rFonts w:asciiTheme="majorHAnsi" w:hAnsiTheme="majorHAnsi" w:cstheme="majorHAnsi"/>
        </w:rPr>
        <w:t xml:space="preserve">      </w:t>
      </w:r>
      <w:r w:rsidRPr="007D2E4C">
        <w:rPr>
          <w:rFonts w:asciiTheme="majorHAnsi" w:hAnsiTheme="majorHAnsi" w:cstheme="majorHAnsi"/>
        </w:rPr>
        <w:tab/>
        <w:t>-</w:t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>Increase number of students into higher bands 7/8 to 20%</w:t>
      </w:r>
    </w:p>
    <w:p w14:paraId="6854FD52" w14:textId="7B1E084A" w:rsidR="000F73A1" w:rsidRPr="007D2E4C" w:rsidRDefault="000F73A1" w:rsidP="009C1C42">
      <w:pPr>
        <w:pStyle w:val="ListParagraph"/>
        <w:ind w:firstLine="720"/>
        <w:jc w:val="both"/>
        <w:rPr>
          <w:rFonts w:asciiTheme="majorHAnsi" w:eastAsia="+mn-ea" w:hAnsiTheme="majorHAnsi" w:cstheme="majorHAnsi"/>
          <w:color w:val="000000"/>
          <w:lang w:val="en-US"/>
        </w:rPr>
      </w:pPr>
    </w:p>
    <w:p w14:paraId="11306B65" w14:textId="5117B3EB" w:rsidR="000F73A1" w:rsidRPr="007D2E4C" w:rsidRDefault="000F73A1" w:rsidP="009C1C42">
      <w:pPr>
        <w:pStyle w:val="ListParagraph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7D2E4C">
        <w:rPr>
          <w:rFonts w:asciiTheme="majorHAnsi" w:eastAsia="+mn-ea" w:hAnsiTheme="majorHAnsi" w:cstheme="majorHAnsi"/>
          <w:b/>
          <w:color w:val="000000"/>
          <w:lang w:val="en-US"/>
        </w:rPr>
        <w:t xml:space="preserve">Goal 2 </w:t>
      </w:r>
      <w:r w:rsidRPr="007D2E4C">
        <w:rPr>
          <w:rFonts w:asciiTheme="majorHAnsi" w:eastAsia="+mn-ea" w:hAnsiTheme="majorHAnsi" w:cstheme="majorHAnsi"/>
          <w:b/>
          <w:color w:val="000000"/>
          <w:lang w:val="en-US"/>
        </w:rPr>
        <w:tab/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>Increase number of students and retain in the higher bands 3, 5 and 7</w:t>
      </w:r>
      <w:r w:rsidR="009C1C42">
        <w:rPr>
          <w:rFonts w:asciiTheme="majorHAnsi" w:eastAsia="+mn-ea" w:hAnsiTheme="majorHAnsi" w:cstheme="majorHAnsi"/>
          <w:color w:val="000000"/>
          <w:lang w:val="en-US"/>
        </w:rPr>
        <w:t xml:space="preserve"> in    writing</w:t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 xml:space="preserve">. </w:t>
      </w:r>
    </w:p>
    <w:p w14:paraId="2AFA913D" w14:textId="02B312A6" w:rsidR="000F73A1" w:rsidRPr="007D2E4C" w:rsidRDefault="000F73A1" w:rsidP="009C1C42">
      <w:pPr>
        <w:pStyle w:val="ListParagraph"/>
        <w:ind w:left="2160"/>
        <w:jc w:val="both"/>
        <w:rPr>
          <w:rFonts w:asciiTheme="majorHAnsi" w:eastAsia="+mn-ea" w:hAnsiTheme="majorHAnsi" w:cstheme="majorHAnsi"/>
          <w:color w:val="000000"/>
          <w:lang w:val="en-US"/>
        </w:rPr>
      </w:pPr>
      <w:r w:rsidRPr="007D2E4C">
        <w:rPr>
          <w:rFonts w:asciiTheme="majorHAnsi" w:hAnsiTheme="majorHAnsi" w:cstheme="majorHAnsi"/>
        </w:rPr>
        <w:t>-</w:t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>By 2019 increase Year 7 NAPLAN Higher Band achievement to 10%.</w:t>
      </w:r>
    </w:p>
    <w:p w14:paraId="2ADF2EDE" w14:textId="11F14B84" w:rsidR="000F73A1" w:rsidRPr="007D2E4C" w:rsidRDefault="000F73A1" w:rsidP="009C1C42">
      <w:pPr>
        <w:pStyle w:val="ListParagraph"/>
        <w:ind w:left="2160"/>
        <w:jc w:val="both"/>
        <w:rPr>
          <w:rFonts w:asciiTheme="majorHAnsi" w:eastAsia="+mn-ea" w:hAnsiTheme="majorHAnsi" w:cstheme="majorHAnsi"/>
          <w:color w:val="000000"/>
          <w:lang w:val="en-US"/>
        </w:rPr>
      </w:pPr>
    </w:p>
    <w:p w14:paraId="0E8BC379" w14:textId="77777777" w:rsidR="007D2E4C" w:rsidRPr="007D2E4C" w:rsidRDefault="000F73A1" w:rsidP="009C1C42">
      <w:pPr>
        <w:pStyle w:val="ListParagraph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7D2E4C">
        <w:rPr>
          <w:rFonts w:asciiTheme="majorHAnsi" w:eastAsia="+mn-ea" w:hAnsiTheme="majorHAnsi" w:cstheme="majorHAnsi"/>
          <w:b/>
          <w:color w:val="000000"/>
          <w:lang w:val="en-US"/>
        </w:rPr>
        <w:t>Goal 3</w:t>
      </w:r>
      <w:r w:rsidRPr="007D2E4C">
        <w:rPr>
          <w:rFonts w:asciiTheme="majorHAnsi" w:eastAsia="+mn-ea" w:hAnsiTheme="majorHAnsi" w:cstheme="majorHAnsi"/>
          <w:b/>
          <w:color w:val="000000"/>
          <w:lang w:val="en-US"/>
        </w:rPr>
        <w:tab/>
      </w:r>
      <w:r w:rsidRPr="007D2E4C">
        <w:rPr>
          <w:rFonts w:asciiTheme="majorHAnsi" w:eastAsia="+mn-ea" w:hAnsiTheme="majorHAnsi" w:cstheme="majorHAnsi"/>
          <w:color w:val="000000"/>
          <w:lang w:val="en-US"/>
        </w:rPr>
        <w:t>Increase the number of students showing high growth in years 5-7</w:t>
      </w:r>
      <w:r w:rsidR="007D2E4C" w:rsidRPr="007D2E4C">
        <w:rPr>
          <w:rFonts w:asciiTheme="majorHAnsi" w:eastAsia="+mn-ea" w:hAnsiTheme="majorHAnsi" w:cstheme="majorHAnsi"/>
          <w:color w:val="000000"/>
          <w:lang w:val="en-US"/>
        </w:rPr>
        <w:t xml:space="preserve"> </w:t>
      </w:r>
      <w:r w:rsidR="007D2E4C">
        <w:rPr>
          <w:rFonts w:asciiTheme="majorHAnsi" w:eastAsia="+mn-ea" w:hAnsiTheme="majorHAnsi" w:cstheme="majorHAnsi"/>
          <w:color w:val="000000"/>
          <w:lang w:val="en-US"/>
        </w:rPr>
        <w:t xml:space="preserve"> reading</w:t>
      </w:r>
    </w:p>
    <w:p w14:paraId="039D5329" w14:textId="76EBDE82" w:rsidR="007D2E4C" w:rsidRDefault="007D2E4C" w:rsidP="009C1C42">
      <w:pPr>
        <w:pStyle w:val="ListParagraph"/>
        <w:ind w:left="2160"/>
        <w:jc w:val="both"/>
      </w:pPr>
      <w:r>
        <w:rPr>
          <w:rFonts w:asciiTheme="majorHAnsi" w:eastAsia="+mn-ea" w:hAnsiTheme="majorHAnsi" w:cstheme="majorHAnsi"/>
          <w:color w:val="000000"/>
          <w:lang w:val="en-US"/>
        </w:rPr>
        <w:t>-</w:t>
      </w:r>
      <w:r w:rsidR="000F73A1" w:rsidRPr="007D2E4C">
        <w:rPr>
          <w:rFonts w:asciiTheme="majorHAnsi" w:eastAsia="+mn-ea" w:hAnsiTheme="majorHAnsi" w:cstheme="majorHAnsi"/>
          <w:color w:val="000000"/>
          <w:lang w:val="en-US"/>
        </w:rPr>
        <w:t xml:space="preserve"> </w:t>
      </w:r>
      <w:r>
        <w:rPr>
          <w:rFonts w:ascii="Calibri" w:eastAsia="+mn-ea" w:hAnsi="Calibri" w:cs="+mn-cs"/>
          <w:color w:val="000000"/>
          <w:lang w:val="en-US"/>
        </w:rPr>
        <w:t>Elevate year 5 Reading middle band to be comparative with year 5 writing (30% to 47% in higher bands).</w:t>
      </w:r>
    </w:p>
    <w:p w14:paraId="20112C30" w14:textId="61EA7421" w:rsidR="00F21805" w:rsidRPr="007D2E4C" w:rsidRDefault="000F73A1" w:rsidP="009C1C42">
      <w:pPr>
        <w:pStyle w:val="ListParagraph"/>
        <w:ind w:left="2160"/>
        <w:jc w:val="both"/>
        <w:rPr>
          <w:rFonts w:asciiTheme="majorHAnsi" w:hAnsiTheme="majorHAnsi" w:cstheme="majorHAnsi"/>
        </w:rPr>
      </w:pPr>
      <w:r w:rsidRPr="007D2E4C">
        <w:rPr>
          <w:rFonts w:asciiTheme="majorHAnsi" w:eastAsia="+mn-ea" w:hAnsiTheme="majorHAnsi" w:cstheme="majorHAnsi"/>
          <w:color w:val="000000"/>
          <w:lang w:val="en-US"/>
        </w:rPr>
        <w:t xml:space="preserve"> </w:t>
      </w:r>
    </w:p>
    <w:p w14:paraId="4DD8EC3A" w14:textId="2F0998DD" w:rsidR="005545C2" w:rsidRPr="00312B59" w:rsidRDefault="005545C2" w:rsidP="009E2B82">
      <w:pPr>
        <w:numPr>
          <w:ilvl w:val="0"/>
          <w:numId w:val="18"/>
        </w:numPr>
        <w:ind w:hanging="720"/>
      </w:pPr>
      <w:r w:rsidRPr="00157528">
        <w:t>Recent key outcome</w:t>
      </w:r>
      <w:r w:rsidR="008B058E" w:rsidRPr="00157528">
        <w:t>s:</w:t>
      </w:r>
      <w:r w:rsidR="00B418CC">
        <w:t xml:space="preserve"> See the 2016</w:t>
      </w:r>
      <w:r w:rsidR="00342767">
        <w:t xml:space="preserve"> Annual Report posted on the school website </w:t>
      </w:r>
      <w:r w:rsidR="008B058E" w:rsidRPr="009E2B82">
        <w:rPr>
          <w:i/>
          <w:color w:val="FF0000"/>
        </w:rPr>
        <w:t xml:space="preserve"> </w:t>
      </w:r>
      <w:hyperlink r:id="rId9" w:history="1">
        <w:r w:rsidR="00312B59" w:rsidRPr="002E2455">
          <w:rPr>
            <w:rStyle w:val="Hyperlink"/>
            <w:i/>
          </w:rPr>
          <w:t>www.wbeachps.sa.edu.au</w:t>
        </w:r>
      </w:hyperlink>
    </w:p>
    <w:p w14:paraId="15EB4F28" w14:textId="77777777" w:rsidR="00312B59" w:rsidRPr="009E2B82" w:rsidRDefault="00312B59" w:rsidP="00F5714D">
      <w:pPr>
        <w:ind w:left="720"/>
      </w:pPr>
    </w:p>
    <w:p w14:paraId="7F485C16" w14:textId="77777777" w:rsidR="005545C2" w:rsidRDefault="005545C2">
      <w:pPr>
        <w:pStyle w:val="Heading2"/>
      </w:pPr>
      <w:r>
        <w:t>4.</w:t>
      </w:r>
      <w:r>
        <w:tab/>
        <w:t>Curriculum</w:t>
      </w:r>
    </w:p>
    <w:p w14:paraId="1601BECB" w14:textId="45D55C5A" w:rsidR="00250FED" w:rsidRPr="00250FED" w:rsidRDefault="00444CA3" w:rsidP="00250FED">
      <w:pPr>
        <w:numPr>
          <w:ilvl w:val="0"/>
          <w:numId w:val="25"/>
        </w:numPr>
      </w:pPr>
      <w:r>
        <w:t>The 8</w:t>
      </w:r>
      <w:r w:rsidR="00250FED">
        <w:t xml:space="preserve"> subject areas </w:t>
      </w:r>
      <w:r>
        <w:t>of the</w:t>
      </w:r>
      <w:r w:rsidR="00250FED">
        <w:t xml:space="preserve"> Australian </w:t>
      </w:r>
      <w:r>
        <w:t>Curriculum are</w:t>
      </w:r>
      <w:r w:rsidR="00342347">
        <w:t xml:space="preserve"> being implemented using the Teaching for Effective Learning framework.</w:t>
      </w:r>
    </w:p>
    <w:p w14:paraId="5C011C87" w14:textId="3C4DC3E4" w:rsidR="005545C2" w:rsidRPr="006F344F" w:rsidRDefault="00EE1951" w:rsidP="006F344F">
      <w:pPr>
        <w:pStyle w:val="Bullet2"/>
      </w:pPr>
      <w:r>
        <w:t>Japanese is the language other than Engl</w:t>
      </w:r>
      <w:r w:rsidR="00384618">
        <w:t xml:space="preserve">ish offered. </w:t>
      </w:r>
      <w:r w:rsidR="007D2E4C">
        <w:t xml:space="preserve">Physical Education </w:t>
      </w:r>
      <w:r w:rsidR="00384618">
        <w:t xml:space="preserve">and Science </w:t>
      </w:r>
      <w:r w:rsidR="00444CA3">
        <w:t>are provided by specialist teachers.</w:t>
      </w:r>
    </w:p>
    <w:p w14:paraId="354FB17F" w14:textId="06E4CE3B" w:rsidR="00342347" w:rsidRDefault="005545C2" w:rsidP="00342347">
      <w:pPr>
        <w:pStyle w:val="Bullet2"/>
      </w:pPr>
      <w:r>
        <w:t>Special needs</w:t>
      </w:r>
      <w:r w:rsidR="006F344F">
        <w:t xml:space="preserve">: </w:t>
      </w:r>
      <w:r w:rsidR="00646F7D">
        <w:t xml:space="preserve">There is </w:t>
      </w:r>
      <w:r w:rsidR="00444CA3">
        <w:t>a Special Options Primary class</w:t>
      </w:r>
      <w:r w:rsidR="00646F7D">
        <w:t xml:space="preserve"> for up to 12 students</w:t>
      </w:r>
      <w:r w:rsidR="00342347">
        <w:t xml:space="preserve"> identified with special needs</w:t>
      </w:r>
      <w:r w:rsidR="00646F7D">
        <w:t xml:space="preserve"> from year</w:t>
      </w:r>
      <w:r w:rsidR="00342347">
        <w:t>s</w:t>
      </w:r>
      <w:r w:rsidR="00646F7D">
        <w:t xml:space="preserve"> 3-7</w:t>
      </w:r>
      <w:r w:rsidR="00444CA3">
        <w:t>.</w:t>
      </w:r>
      <w:r w:rsidR="00646F7D">
        <w:t xml:space="preserve"> Mainstream students identified </w:t>
      </w:r>
      <w:r w:rsidR="007D2E4C">
        <w:t>through Department for Education</w:t>
      </w:r>
      <w:r w:rsidR="00342347">
        <w:t xml:space="preserve"> Referral processes for</w:t>
      </w:r>
      <w:r w:rsidR="00646F7D">
        <w:t xml:space="preserve"> learning, speech, vision or hearing needs are provided with additional support through the school. English as a Second Language support is provided to students</w:t>
      </w:r>
      <w:r w:rsidR="00342347">
        <w:t xml:space="preserve"> with high needs from a non-</w:t>
      </w:r>
      <w:r w:rsidR="00646F7D">
        <w:t>English speaking background.</w:t>
      </w:r>
    </w:p>
    <w:p w14:paraId="4DFC0A6E" w14:textId="02E4D1E7" w:rsidR="005545C2" w:rsidRDefault="00A54A8B" w:rsidP="00342347">
      <w:pPr>
        <w:pStyle w:val="Bullet2"/>
      </w:pPr>
      <w:r w:rsidRPr="00342347">
        <w:t>We are accredited to take stu</w:t>
      </w:r>
      <w:r w:rsidR="00312B59" w:rsidRPr="00342347">
        <w:t xml:space="preserve">dents as part of the International </w:t>
      </w:r>
      <w:r w:rsidR="006854E4" w:rsidRPr="00342347">
        <w:t>Student</w:t>
      </w:r>
      <w:r w:rsidR="00342347" w:rsidRPr="00342347">
        <w:t xml:space="preserve"> programme</w:t>
      </w:r>
      <w:r w:rsidR="006854E4" w:rsidRPr="00342347">
        <w:t>.</w:t>
      </w:r>
      <w:r w:rsidR="007D2E4C">
        <w:t xml:space="preserve"> However we are no longer accepting enrolments due to the school being close to capacity. </w:t>
      </w:r>
    </w:p>
    <w:p w14:paraId="4FFEAEC5" w14:textId="77777777" w:rsidR="00342347" w:rsidRPr="00342347" w:rsidRDefault="00342347" w:rsidP="00342347">
      <w:pPr>
        <w:pStyle w:val="Bullet2"/>
        <w:numPr>
          <w:ilvl w:val="0"/>
          <w:numId w:val="0"/>
        </w:numPr>
        <w:ind w:left="283"/>
      </w:pPr>
    </w:p>
    <w:p w14:paraId="1363E8E6" w14:textId="77777777" w:rsidR="0024486A" w:rsidRPr="0024486A" w:rsidRDefault="0014191E" w:rsidP="00342347">
      <w:pPr>
        <w:pStyle w:val="Bullet2"/>
      </w:pPr>
      <w:r w:rsidRPr="0024486A">
        <w:t>Student a</w:t>
      </w:r>
      <w:r w:rsidR="005545C2" w:rsidRPr="0024486A">
        <w:t>ssessment procedures and reporting</w:t>
      </w:r>
      <w:r w:rsidR="0024486A" w:rsidRPr="0024486A">
        <w:t xml:space="preserve"> </w:t>
      </w:r>
    </w:p>
    <w:p w14:paraId="7AEA7700" w14:textId="77777777" w:rsidR="005545C2" w:rsidRPr="003F15E9" w:rsidRDefault="0024486A" w:rsidP="003F15E9">
      <w:pPr>
        <w:pStyle w:val="Indent"/>
        <w:spacing w:after="80"/>
        <w:ind w:left="851"/>
        <w:rPr>
          <w:rFonts w:ascii="Arial" w:hAnsi="Arial"/>
          <w:lang w:val="en-GB"/>
        </w:rPr>
      </w:pPr>
      <w:r w:rsidRPr="0024486A">
        <w:rPr>
          <w:rFonts w:ascii="Arial" w:hAnsi="Arial"/>
          <w:lang w:val="en-GB"/>
        </w:rPr>
        <w:t>Written reports are provided to parents twice a year</w:t>
      </w:r>
      <w:r w:rsidR="00312B59">
        <w:rPr>
          <w:rFonts w:ascii="Arial" w:hAnsi="Arial"/>
          <w:lang w:val="en-GB"/>
        </w:rPr>
        <w:t xml:space="preserve"> at</w:t>
      </w:r>
      <w:r>
        <w:rPr>
          <w:rFonts w:ascii="Arial" w:hAnsi="Arial"/>
          <w:lang w:val="en-GB"/>
        </w:rPr>
        <w:t xml:space="preserve"> </w:t>
      </w:r>
      <w:r w:rsidR="00312B59">
        <w:rPr>
          <w:rFonts w:ascii="Arial" w:hAnsi="Arial"/>
          <w:lang w:val="en-GB"/>
        </w:rPr>
        <w:t>the end of term 2</w:t>
      </w:r>
      <w:r>
        <w:rPr>
          <w:rFonts w:ascii="Arial" w:hAnsi="Arial"/>
          <w:lang w:val="en-GB"/>
        </w:rPr>
        <w:t xml:space="preserve"> and </w:t>
      </w:r>
      <w:r w:rsidR="00312B59">
        <w:rPr>
          <w:rFonts w:ascii="Arial" w:hAnsi="Arial"/>
          <w:lang w:val="en-GB"/>
        </w:rPr>
        <w:t xml:space="preserve">an </w:t>
      </w:r>
      <w:r>
        <w:rPr>
          <w:rFonts w:ascii="Arial" w:hAnsi="Arial"/>
          <w:lang w:val="en-GB"/>
        </w:rPr>
        <w:t xml:space="preserve">end of year </w:t>
      </w:r>
      <w:proofErr w:type="spellStart"/>
      <w:r>
        <w:rPr>
          <w:rFonts w:ascii="Arial" w:hAnsi="Arial"/>
          <w:lang w:val="en-GB"/>
        </w:rPr>
        <w:t>summarative</w:t>
      </w:r>
      <w:proofErr w:type="spellEnd"/>
      <w:r w:rsidR="00312B59">
        <w:rPr>
          <w:rFonts w:ascii="Arial" w:hAnsi="Arial"/>
          <w:lang w:val="en-GB"/>
        </w:rPr>
        <w:t xml:space="preserve"> report</w:t>
      </w:r>
      <w:r>
        <w:rPr>
          <w:rFonts w:ascii="Arial" w:hAnsi="Arial"/>
          <w:lang w:val="en-GB"/>
        </w:rPr>
        <w:t>. Students from year 1-7 receive A-E achievement grades plus a scale for effort.</w:t>
      </w:r>
      <w:r w:rsidR="0048569C">
        <w:rPr>
          <w:rFonts w:ascii="Arial" w:hAnsi="Arial"/>
          <w:lang w:val="en-GB"/>
        </w:rPr>
        <w:t xml:space="preserve"> Whole school interviews are held at the end </w:t>
      </w:r>
      <w:r w:rsidR="006854E4">
        <w:rPr>
          <w:rFonts w:ascii="Arial" w:hAnsi="Arial"/>
          <w:lang w:val="en-GB"/>
        </w:rPr>
        <w:t>of term 1</w:t>
      </w:r>
      <w:r w:rsidR="0048569C">
        <w:rPr>
          <w:rFonts w:ascii="Arial" w:hAnsi="Arial"/>
          <w:lang w:val="en-GB"/>
        </w:rPr>
        <w:t xml:space="preserve"> and by request at any other time.</w:t>
      </w:r>
    </w:p>
    <w:p w14:paraId="0FE424BA" w14:textId="77777777" w:rsidR="005545C2" w:rsidRDefault="005545C2">
      <w:pPr>
        <w:pStyle w:val="Bullet2"/>
      </w:pPr>
      <w:r>
        <w:lastRenderedPageBreak/>
        <w:t>Joint programmes</w:t>
      </w:r>
      <w:r w:rsidR="003204E6">
        <w:t>:</w:t>
      </w:r>
    </w:p>
    <w:p w14:paraId="3E61B270" w14:textId="25D06BB6" w:rsidR="003204E6" w:rsidRPr="003F15E9" w:rsidRDefault="003F15E9" w:rsidP="003F15E9">
      <w:pPr>
        <w:pStyle w:val="Indent"/>
        <w:spacing w:after="80"/>
        <w:ind w:left="851"/>
        <w:rPr>
          <w:rFonts w:ascii="Arial" w:hAnsi="Arial"/>
          <w:lang w:val="en-GB"/>
        </w:rPr>
      </w:pPr>
      <w:r w:rsidRPr="003F15E9">
        <w:rPr>
          <w:rFonts w:ascii="Arial" w:hAnsi="Arial"/>
          <w:lang w:val="en-GB"/>
        </w:rPr>
        <w:t xml:space="preserve">The school has linked </w:t>
      </w:r>
      <w:r w:rsidR="00AB488A">
        <w:rPr>
          <w:rFonts w:ascii="Arial" w:hAnsi="Arial"/>
          <w:lang w:val="en-GB"/>
        </w:rPr>
        <w:t>closely with the Western Adelaide Shores Partnership s</w:t>
      </w:r>
      <w:r w:rsidR="00250FED">
        <w:rPr>
          <w:rFonts w:ascii="Arial" w:hAnsi="Arial"/>
          <w:lang w:val="en-GB"/>
        </w:rPr>
        <w:t>c</w:t>
      </w:r>
      <w:r w:rsidR="00AB488A">
        <w:rPr>
          <w:rFonts w:ascii="Arial" w:hAnsi="Arial"/>
          <w:lang w:val="en-GB"/>
        </w:rPr>
        <w:t>hools to</w:t>
      </w:r>
      <w:r w:rsidR="00250FED">
        <w:rPr>
          <w:rFonts w:ascii="Arial" w:hAnsi="Arial"/>
          <w:lang w:val="en-GB"/>
        </w:rPr>
        <w:t xml:space="preserve"> strengthen transition, support </w:t>
      </w:r>
      <w:r w:rsidRPr="003F15E9">
        <w:rPr>
          <w:rFonts w:ascii="Arial" w:hAnsi="Arial"/>
          <w:lang w:val="en-GB"/>
        </w:rPr>
        <w:t>moderation</w:t>
      </w:r>
      <w:r w:rsidR="007D2E4C">
        <w:rPr>
          <w:rFonts w:ascii="Arial" w:hAnsi="Arial"/>
          <w:lang w:val="en-GB"/>
        </w:rPr>
        <w:t xml:space="preserve"> (LDAM)</w:t>
      </w:r>
      <w:r w:rsidRPr="003F15E9">
        <w:rPr>
          <w:rFonts w:ascii="Arial" w:hAnsi="Arial"/>
          <w:lang w:val="en-GB"/>
        </w:rPr>
        <w:t xml:space="preserve"> of student work and teacher professional learning</w:t>
      </w:r>
      <w:r>
        <w:rPr>
          <w:rFonts w:ascii="Arial" w:hAnsi="Arial"/>
          <w:lang w:val="en-GB"/>
        </w:rPr>
        <w:t xml:space="preserve"> in the Australian Curriculum</w:t>
      </w:r>
      <w:r w:rsidR="00AB488A">
        <w:rPr>
          <w:rFonts w:ascii="Arial" w:hAnsi="Arial"/>
          <w:lang w:val="en-GB"/>
        </w:rPr>
        <w:t xml:space="preserve"> and </w:t>
      </w:r>
      <w:r w:rsidR="00B418CC">
        <w:rPr>
          <w:rFonts w:ascii="Arial" w:hAnsi="Arial"/>
          <w:lang w:val="en-GB"/>
        </w:rPr>
        <w:t xml:space="preserve">implementing this </w:t>
      </w:r>
      <w:proofErr w:type="spellStart"/>
      <w:r w:rsidR="00B418CC">
        <w:rPr>
          <w:rFonts w:ascii="Arial" w:hAnsi="Arial"/>
          <w:lang w:val="en-GB"/>
        </w:rPr>
        <w:t>through</w:t>
      </w:r>
      <w:r w:rsidR="00AB488A">
        <w:rPr>
          <w:rFonts w:ascii="Arial" w:hAnsi="Arial"/>
          <w:lang w:val="en-GB"/>
        </w:rPr>
        <w:t>TfEL</w:t>
      </w:r>
      <w:proofErr w:type="spellEnd"/>
      <w:r w:rsidR="00AB488A">
        <w:rPr>
          <w:rFonts w:ascii="Arial" w:hAnsi="Arial"/>
          <w:lang w:val="en-GB"/>
        </w:rPr>
        <w:t>.</w:t>
      </w:r>
    </w:p>
    <w:p w14:paraId="45073560" w14:textId="77777777" w:rsidR="005545C2" w:rsidRDefault="005545C2">
      <w:pPr>
        <w:pStyle w:val="Heading2"/>
      </w:pPr>
      <w:r>
        <w:t>5.</w:t>
      </w:r>
      <w:r>
        <w:tab/>
        <w:t>Sporting Activities</w:t>
      </w:r>
    </w:p>
    <w:p w14:paraId="409770AD" w14:textId="4299241C" w:rsidR="005545C2" w:rsidRDefault="0048569C">
      <w:pPr>
        <w:pStyle w:val="Bullet2"/>
        <w:keepNext w:val="0"/>
        <w:ind w:left="720" w:hanging="720"/>
      </w:pPr>
      <w:r>
        <w:t>Participation</w:t>
      </w:r>
      <w:r w:rsidR="00646F7D">
        <w:t xml:space="preserve"> in sporting activities is a strong feature of the West Beach culture which is supported by parents and staff. The school has a swimming pool that is used for daily R-5 swimming lessons for 2 weeks in term one. Vacation learn to swim occurs in </w:t>
      </w:r>
      <w:proofErr w:type="spellStart"/>
      <w:r w:rsidR="00646F7D">
        <w:t>January.The</w:t>
      </w:r>
      <w:proofErr w:type="spellEnd"/>
      <w:r w:rsidR="00646F7D">
        <w:t xml:space="preserve"> year 6/7 students attend a two day aquatics program at West Lakes in term 4 each year.</w:t>
      </w:r>
      <w:r w:rsidR="00025085">
        <w:t xml:space="preserve"> The year 6/7 students also take part in Friday afternoon sport against other local schools with parent support. Out of hours there are school basketball,</w:t>
      </w:r>
      <w:r w:rsidR="00444CA3">
        <w:t xml:space="preserve"> </w:t>
      </w:r>
      <w:r w:rsidR="00AB488A">
        <w:t>netball,</w:t>
      </w:r>
      <w:r w:rsidR="00025085">
        <w:t xml:space="preserve"> cricket, </w:t>
      </w:r>
      <w:r w:rsidR="0093702C">
        <w:t>and soccer</w:t>
      </w:r>
      <w:r w:rsidR="00025085">
        <w:t xml:space="preserve"> and Australian Rules football teams. </w:t>
      </w:r>
      <w:r w:rsidR="00A54A8B">
        <w:t>We are a SAPSASA affiliated school and par</w:t>
      </w:r>
      <w:r w:rsidR="00715ABF">
        <w:t>ticipate in selected sports.</w:t>
      </w:r>
    </w:p>
    <w:p w14:paraId="0CCA7DA9" w14:textId="77777777" w:rsidR="005545C2" w:rsidRDefault="005545C2">
      <w:pPr>
        <w:pStyle w:val="Heading2"/>
      </w:pPr>
      <w:r>
        <w:t>6.</w:t>
      </w:r>
      <w:r>
        <w:tab/>
        <w:t>Other Co-Curricular Activities</w:t>
      </w:r>
    </w:p>
    <w:p w14:paraId="4F436395" w14:textId="1A4001DC" w:rsidR="00025085" w:rsidRPr="00025085" w:rsidRDefault="00025085" w:rsidP="00025085">
      <w:pPr>
        <w:numPr>
          <w:ilvl w:val="0"/>
          <w:numId w:val="18"/>
        </w:numPr>
      </w:pPr>
      <w:r>
        <w:t>Instrumental music</w:t>
      </w:r>
      <w:r w:rsidR="00AB488A">
        <w:t xml:space="preserve"> lessons are available to students in years 4-7 and include</w:t>
      </w:r>
      <w:r w:rsidR="0064177F">
        <w:t xml:space="preserve"> violin, cello,</w:t>
      </w:r>
      <w:r>
        <w:t xml:space="preserve"> </w:t>
      </w:r>
      <w:r w:rsidR="009649B9">
        <w:t>viola</w:t>
      </w:r>
      <w:r w:rsidR="0064177F">
        <w:t>, guitar, piano and drums</w:t>
      </w:r>
      <w:r w:rsidR="00AB488A">
        <w:t>. We have several</w:t>
      </w:r>
      <w:r w:rsidR="00F5714D">
        <w:t xml:space="preserve"> school</w:t>
      </w:r>
      <w:r w:rsidR="00AB488A">
        <w:t xml:space="preserve"> debating</w:t>
      </w:r>
      <w:r w:rsidR="00F5714D">
        <w:t xml:space="preserve"> </w:t>
      </w:r>
      <w:r w:rsidR="009649B9">
        <w:t>team</w:t>
      </w:r>
      <w:r w:rsidR="00AB488A">
        <w:t>s</w:t>
      </w:r>
      <w:r w:rsidR="00715ABF">
        <w:t>. Each year the Perform</w:t>
      </w:r>
      <w:r>
        <w:t xml:space="preserve">ing Arts program culminates in an open air school </w:t>
      </w:r>
      <w:proofErr w:type="spellStart"/>
      <w:r>
        <w:t>concert.The</w:t>
      </w:r>
      <w:proofErr w:type="spellEnd"/>
      <w:r>
        <w:t xml:space="preserve"> primary years students take part in</w:t>
      </w:r>
      <w:r w:rsidR="00AB488A">
        <w:t xml:space="preserve"> </w:t>
      </w:r>
      <w:r w:rsidR="00444CA3">
        <w:t>school</w:t>
      </w:r>
      <w:r>
        <w:t xml:space="preserve"> camps.</w:t>
      </w:r>
    </w:p>
    <w:p w14:paraId="675024E4" w14:textId="77777777" w:rsidR="005545C2" w:rsidRDefault="005545C2">
      <w:pPr>
        <w:pStyle w:val="Heading2"/>
      </w:pPr>
      <w:r>
        <w:t>7.</w:t>
      </w:r>
      <w:r>
        <w:tab/>
        <w:t>Staff (and their welfare)</w:t>
      </w:r>
    </w:p>
    <w:p w14:paraId="08A42FE6" w14:textId="77777777" w:rsidR="005545C2" w:rsidRDefault="005545C2">
      <w:pPr>
        <w:pStyle w:val="Bullet2"/>
      </w:pPr>
      <w:r>
        <w:t>Staff profile</w:t>
      </w:r>
    </w:p>
    <w:p w14:paraId="1DCE41B4" w14:textId="1CA37302" w:rsidR="005545C2" w:rsidRDefault="00444CA3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S</w:t>
      </w:r>
      <w:r w:rsidR="005259EC">
        <w:rPr>
          <w:rFonts w:ascii="Arial" w:hAnsi="Arial"/>
        </w:rPr>
        <w:t xml:space="preserve">taff range in age from </w:t>
      </w:r>
      <w:r w:rsidR="00342347">
        <w:rPr>
          <w:rFonts w:ascii="Arial" w:hAnsi="Arial"/>
        </w:rPr>
        <w:t>their 20s</w:t>
      </w:r>
      <w:r w:rsidR="00854FDC">
        <w:rPr>
          <w:rFonts w:ascii="Arial" w:hAnsi="Arial"/>
        </w:rPr>
        <w:t xml:space="preserve"> to </w:t>
      </w:r>
      <w:r w:rsidR="005259EC">
        <w:rPr>
          <w:rFonts w:ascii="Arial" w:hAnsi="Arial"/>
        </w:rPr>
        <w:t>early 6</w:t>
      </w:r>
      <w:r w:rsidR="00854FDC">
        <w:rPr>
          <w:rFonts w:ascii="Arial" w:hAnsi="Arial"/>
        </w:rPr>
        <w:t xml:space="preserve">0s. </w:t>
      </w:r>
    </w:p>
    <w:p w14:paraId="0CBB643F" w14:textId="77777777" w:rsidR="005545C2" w:rsidRDefault="005545C2">
      <w:pPr>
        <w:pStyle w:val="Bullet2"/>
      </w:pPr>
      <w:r>
        <w:t>Leadership structure</w:t>
      </w:r>
    </w:p>
    <w:p w14:paraId="2DDE0BB2" w14:textId="34924D8E" w:rsidR="00AB488A" w:rsidRDefault="00444CA3" w:rsidP="0064177F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Principal, Deputy Principal (</w:t>
      </w:r>
      <w:r w:rsidR="0064177F">
        <w:rPr>
          <w:rFonts w:ascii="Arial" w:hAnsi="Arial"/>
        </w:rPr>
        <w:t xml:space="preserve">with </w:t>
      </w:r>
      <w:r w:rsidR="00A75E69">
        <w:rPr>
          <w:rFonts w:ascii="Arial" w:hAnsi="Arial"/>
        </w:rPr>
        <w:t>.</w:t>
      </w:r>
      <w:r w:rsidR="0064177F">
        <w:rPr>
          <w:rFonts w:ascii="Arial" w:hAnsi="Arial"/>
        </w:rPr>
        <w:t>0</w:t>
      </w:r>
      <w:r>
        <w:rPr>
          <w:rFonts w:ascii="Arial" w:hAnsi="Arial"/>
        </w:rPr>
        <w:t xml:space="preserve"> teaching),</w:t>
      </w:r>
      <w:r w:rsidR="00F5714D">
        <w:rPr>
          <w:rFonts w:ascii="Arial" w:hAnsi="Arial"/>
        </w:rPr>
        <w:t xml:space="preserve"> </w:t>
      </w:r>
      <w:r w:rsidR="0064177F">
        <w:rPr>
          <w:rFonts w:ascii="Arial" w:hAnsi="Arial"/>
        </w:rPr>
        <w:t xml:space="preserve">Student Well Being </w:t>
      </w:r>
      <w:r>
        <w:rPr>
          <w:rFonts w:ascii="Arial" w:hAnsi="Arial"/>
        </w:rPr>
        <w:t>Coordinator (</w:t>
      </w:r>
      <w:r w:rsidR="00025085">
        <w:rPr>
          <w:rFonts w:ascii="Arial" w:hAnsi="Arial"/>
        </w:rPr>
        <w:t>with 0.8 teaching</w:t>
      </w:r>
      <w:r>
        <w:rPr>
          <w:rFonts w:ascii="Arial" w:hAnsi="Arial"/>
        </w:rPr>
        <w:t>).</w:t>
      </w:r>
    </w:p>
    <w:p w14:paraId="3A73644F" w14:textId="77777777" w:rsidR="005545C2" w:rsidRPr="00AB488A" w:rsidRDefault="005545C2" w:rsidP="00AB488A">
      <w:pPr>
        <w:pStyle w:val="Indent"/>
        <w:numPr>
          <w:ilvl w:val="0"/>
          <w:numId w:val="18"/>
        </w:numPr>
        <w:spacing w:after="80"/>
        <w:rPr>
          <w:rFonts w:ascii="Arial" w:hAnsi="Arial" w:cs="Arial"/>
          <w:sz w:val="28"/>
          <w:szCs w:val="28"/>
        </w:rPr>
      </w:pPr>
      <w:r w:rsidRPr="00AB488A">
        <w:rPr>
          <w:rFonts w:ascii="Arial" w:hAnsi="Arial" w:cs="Arial"/>
          <w:sz w:val="28"/>
          <w:szCs w:val="28"/>
        </w:rPr>
        <w:t>Staff support systems</w:t>
      </w:r>
    </w:p>
    <w:p w14:paraId="77DC10D3" w14:textId="04EF226F" w:rsidR="005545C2" w:rsidRPr="0048569C" w:rsidRDefault="0048569C" w:rsidP="001206CB">
      <w:pPr>
        <w:pStyle w:val="Indent"/>
        <w:spacing w:after="80"/>
        <w:ind w:left="851"/>
        <w:rPr>
          <w:rFonts w:ascii="Arial" w:hAnsi="Arial"/>
        </w:rPr>
      </w:pPr>
      <w:r w:rsidRPr="0048569C">
        <w:rPr>
          <w:rFonts w:ascii="Arial" w:hAnsi="Arial"/>
        </w:rPr>
        <w:t xml:space="preserve">All teachers belong to </w:t>
      </w:r>
      <w:r w:rsidR="00444CA3">
        <w:rPr>
          <w:rFonts w:ascii="Arial" w:hAnsi="Arial"/>
        </w:rPr>
        <w:t xml:space="preserve">one of three </w:t>
      </w:r>
      <w:r w:rsidR="00AB488A">
        <w:rPr>
          <w:rFonts w:ascii="Arial" w:hAnsi="Arial"/>
        </w:rPr>
        <w:t>Professional Learning Teams</w:t>
      </w:r>
      <w:r w:rsidR="00444CA3">
        <w:rPr>
          <w:rFonts w:ascii="Arial" w:hAnsi="Arial"/>
        </w:rPr>
        <w:t xml:space="preserve"> (</w:t>
      </w:r>
      <w:r>
        <w:rPr>
          <w:rFonts w:ascii="Arial" w:hAnsi="Arial"/>
        </w:rPr>
        <w:t>JP, MP</w:t>
      </w:r>
      <w:r w:rsidRPr="0048569C">
        <w:rPr>
          <w:rFonts w:ascii="Arial" w:hAnsi="Arial"/>
        </w:rPr>
        <w:t xml:space="preserve"> and UP</w:t>
      </w:r>
      <w:r w:rsidR="00444CA3">
        <w:rPr>
          <w:rFonts w:ascii="Arial" w:hAnsi="Arial"/>
        </w:rPr>
        <w:t>)</w:t>
      </w:r>
      <w:r w:rsidR="00A75E69" w:rsidRPr="0048569C">
        <w:rPr>
          <w:rFonts w:ascii="Arial" w:hAnsi="Arial"/>
        </w:rPr>
        <w:t>.</w:t>
      </w:r>
    </w:p>
    <w:p w14:paraId="507E5E98" w14:textId="77777777" w:rsidR="005545C2" w:rsidRDefault="005545C2">
      <w:pPr>
        <w:pStyle w:val="Bullet2"/>
      </w:pPr>
      <w:r>
        <w:t>Performance Management</w:t>
      </w:r>
    </w:p>
    <w:p w14:paraId="1AFFD572" w14:textId="258D6432" w:rsidR="005545C2" w:rsidRPr="009B496E" w:rsidRDefault="009B496E">
      <w:pPr>
        <w:pStyle w:val="Indent"/>
        <w:spacing w:after="80"/>
        <w:rPr>
          <w:rFonts w:ascii="Arial" w:hAnsi="Arial"/>
        </w:rPr>
      </w:pPr>
      <w:r w:rsidRPr="009B496E">
        <w:rPr>
          <w:rFonts w:ascii="Arial" w:hAnsi="Arial"/>
        </w:rPr>
        <w:t>Teachers take part in Performance discussions in term one and three where written feedback is provided. SSO</w:t>
      </w:r>
      <w:r>
        <w:rPr>
          <w:rFonts w:ascii="Arial" w:hAnsi="Arial"/>
        </w:rPr>
        <w:t>s</w:t>
      </w:r>
      <w:r w:rsidRPr="009B496E">
        <w:rPr>
          <w:rFonts w:ascii="Arial" w:hAnsi="Arial"/>
        </w:rPr>
        <w:t xml:space="preserve"> take part in performance discussions in term</w:t>
      </w:r>
      <w:r w:rsidR="00B418CC">
        <w:rPr>
          <w:rFonts w:ascii="Arial" w:hAnsi="Arial"/>
        </w:rPr>
        <w:t xml:space="preserve"> </w:t>
      </w:r>
      <w:r w:rsidRPr="009B496E">
        <w:rPr>
          <w:rFonts w:ascii="Arial" w:hAnsi="Arial"/>
        </w:rPr>
        <w:t xml:space="preserve">2 </w:t>
      </w:r>
      <w:r>
        <w:rPr>
          <w:rFonts w:ascii="Arial" w:hAnsi="Arial"/>
        </w:rPr>
        <w:t>and also receive written feedback.</w:t>
      </w:r>
    </w:p>
    <w:p w14:paraId="63AC434A" w14:textId="77777777" w:rsidR="005545C2" w:rsidRDefault="005545C2">
      <w:pPr>
        <w:pStyle w:val="Bullet2"/>
      </w:pPr>
      <w:r>
        <w:t>Staff utilisation policies</w:t>
      </w:r>
    </w:p>
    <w:p w14:paraId="629E55A8" w14:textId="63E75E3B" w:rsidR="005545C2" w:rsidRPr="00EE0DB3" w:rsidRDefault="0093702C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Four</w:t>
      </w:r>
      <w:r w:rsidR="00EE0DB3" w:rsidRPr="00EE0DB3">
        <w:rPr>
          <w:rFonts w:ascii="Arial" w:hAnsi="Arial"/>
        </w:rPr>
        <w:t xml:space="preserve"> part time SSO</w:t>
      </w:r>
      <w:r w:rsidR="00444CA3">
        <w:rPr>
          <w:rFonts w:ascii="Arial" w:hAnsi="Arial"/>
        </w:rPr>
        <w:t>s</w:t>
      </w:r>
      <w:r w:rsidR="00EE0DB3" w:rsidRPr="00EE0DB3">
        <w:rPr>
          <w:rFonts w:ascii="Arial" w:hAnsi="Arial"/>
        </w:rPr>
        <w:t xml:space="preserve"> work in the front office to manage finance, administration and</w:t>
      </w:r>
      <w:r w:rsidR="00EE0DB3">
        <w:rPr>
          <w:rFonts w:ascii="Arial" w:hAnsi="Arial"/>
        </w:rPr>
        <w:t xml:space="preserve"> </w:t>
      </w:r>
      <w:proofErr w:type="spellStart"/>
      <w:r w:rsidR="00EE0DB3">
        <w:rPr>
          <w:rFonts w:ascii="Arial" w:hAnsi="Arial"/>
        </w:rPr>
        <w:t>and</w:t>
      </w:r>
      <w:proofErr w:type="spellEnd"/>
      <w:r w:rsidR="00EE0DB3">
        <w:rPr>
          <w:rFonts w:ascii="Arial" w:hAnsi="Arial"/>
        </w:rPr>
        <w:t xml:space="preserve"> first aid</w:t>
      </w:r>
      <w:r w:rsidR="005259EC">
        <w:rPr>
          <w:rFonts w:ascii="Arial" w:hAnsi="Arial"/>
        </w:rPr>
        <w:t>.</w:t>
      </w:r>
      <w:r w:rsidR="00FD37EE">
        <w:rPr>
          <w:rFonts w:ascii="Arial" w:hAnsi="Arial"/>
        </w:rPr>
        <w:t xml:space="preserve"> </w:t>
      </w:r>
      <w:r w:rsidR="00EE0DB3">
        <w:rPr>
          <w:rFonts w:ascii="Arial" w:hAnsi="Arial"/>
        </w:rPr>
        <w:t>All teachers receive SSO support.</w:t>
      </w:r>
      <w:r w:rsidR="00FD37EE">
        <w:rPr>
          <w:rFonts w:ascii="Arial" w:hAnsi="Arial"/>
        </w:rPr>
        <w:t xml:space="preserve"> There is fu</w:t>
      </w:r>
      <w:r w:rsidR="00444CA3">
        <w:rPr>
          <w:rFonts w:ascii="Arial" w:hAnsi="Arial"/>
        </w:rPr>
        <w:t xml:space="preserve">ll-time SSO support in the </w:t>
      </w:r>
      <w:r w:rsidR="00FD37EE">
        <w:rPr>
          <w:rFonts w:ascii="Arial" w:hAnsi="Arial"/>
        </w:rPr>
        <w:t xml:space="preserve">special class. </w:t>
      </w:r>
    </w:p>
    <w:p w14:paraId="6F48FDD2" w14:textId="77777777" w:rsidR="005545C2" w:rsidRDefault="005545C2">
      <w:pPr>
        <w:pStyle w:val="Bullet2"/>
      </w:pPr>
      <w:r>
        <w:t>Access to special staff</w:t>
      </w:r>
    </w:p>
    <w:p w14:paraId="5E3E61CA" w14:textId="710618A3" w:rsidR="005545C2" w:rsidRPr="009B496E" w:rsidRDefault="009B496E">
      <w:pPr>
        <w:pStyle w:val="Indent"/>
        <w:spacing w:after="80"/>
        <w:rPr>
          <w:rFonts w:ascii="Arial" w:hAnsi="Arial"/>
        </w:rPr>
      </w:pPr>
      <w:r w:rsidRPr="009B496E">
        <w:rPr>
          <w:rFonts w:ascii="Arial" w:hAnsi="Arial"/>
        </w:rPr>
        <w:t>There are Instrumental music teachers in strings, recorder and a private piano</w:t>
      </w:r>
      <w:r w:rsidR="0093702C">
        <w:rPr>
          <w:rFonts w:ascii="Arial" w:hAnsi="Arial"/>
        </w:rPr>
        <w:t>, drums and guitar</w:t>
      </w:r>
      <w:r w:rsidRPr="009B496E">
        <w:rPr>
          <w:rFonts w:ascii="Arial" w:hAnsi="Arial"/>
        </w:rPr>
        <w:t xml:space="preserve"> provider</w:t>
      </w:r>
      <w:r>
        <w:rPr>
          <w:rFonts w:ascii="Arial" w:hAnsi="Arial"/>
        </w:rPr>
        <w:t>. There is access to an Educational Psychologist, Speech Pathology, Behaviour</w:t>
      </w:r>
      <w:r w:rsidR="00AB488A">
        <w:rPr>
          <w:rFonts w:ascii="Arial" w:hAnsi="Arial"/>
        </w:rPr>
        <w:t xml:space="preserve"> Coach</w:t>
      </w:r>
      <w:r>
        <w:rPr>
          <w:rFonts w:ascii="Arial" w:hAnsi="Arial"/>
        </w:rPr>
        <w:t>,</w:t>
      </w:r>
      <w:r w:rsidR="00444CA3">
        <w:rPr>
          <w:rFonts w:ascii="Arial" w:hAnsi="Arial"/>
        </w:rPr>
        <w:t xml:space="preserve"> </w:t>
      </w:r>
      <w:r w:rsidR="00AB488A">
        <w:rPr>
          <w:rFonts w:ascii="Arial" w:hAnsi="Arial"/>
        </w:rPr>
        <w:t>Attendance Officer,</w:t>
      </w:r>
      <w:r>
        <w:rPr>
          <w:rFonts w:ascii="Arial" w:hAnsi="Arial"/>
        </w:rPr>
        <w:t xml:space="preserve"> Hearing and Disability support through the Western Regional Office.</w:t>
      </w:r>
    </w:p>
    <w:p w14:paraId="1A3A7001" w14:textId="77777777" w:rsidR="005545C2" w:rsidRDefault="006920D5">
      <w:pPr>
        <w:pStyle w:val="Heading2"/>
      </w:pPr>
      <w:r>
        <w:lastRenderedPageBreak/>
        <w:t xml:space="preserve"> </w:t>
      </w:r>
      <w:r w:rsidR="00FD37EE">
        <w:t>8</w:t>
      </w:r>
      <w:r w:rsidR="005545C2">
        <w:t>.</w:t>
      </w:r>
      <w:r w:rsidR="005545C2">
        <w:tab/>
        <w:t>School Facilities</w:t>
      </w:r>
    </w:p>
    <w:p w14:paraId="3C49A4A9" w14:textId="703EC0B5" w:rsidR="00B418CC" w:rsidRDefault="00B418CC" w:rsidP="00B418CC">
      <w:r>
        <w:t>STEMWORKS</w:t>
      </w:r>
    </w:p>
    <w:p w14:paraId="457FD211" w14:textId="5F98BB7E" w:rsidR="00342347" w:rsidRPr="00B418CC" w:rsidRDefault="0093702C" w:rsidP="00B418CC">
      <w:r>
        <w:t>A</w:t>
      </w:r>
      <w:r w:rsidR="00342347">
        <w:t xml:space="preserve">n extensive upgrade of the Resource Centre </w:t>
      </w:r>
      <w:r>
        <w:t xml:space="preserve">has been completed </w:t>
      </w:r>
      <w:r w:rsidR="00342347">
        <w:t>to accommodate our focus on the teaching of STEM (Science, Technology, Engineering and Maths).</w:t>
      </w:r>
    </w:p>
    <w:p w14:paraId="4EE7A63C" w14:textId="77777777" w:rsidR="005545C2" w:rsidRDefault="005545C2">
      <w:pPr>
        <w:pStyle w:val="Bullet2"/>
      </w:pPr>
      <w:r>
        <w:t>Buildings and grounds</w:t>
      </w:r>
    </w:p>
    <w:p w14:paraId="27E13DC4" w14:textId="49BEFD06" w:rsidR="003F15E9" w:rsidRDefault="003F15E9" w:rsidP="00D668AB">
      <w:pPr>
        <w:pStyle w:val="Bullet2"/>
        <w:numPr>
          <w:ilvl w:val="0"/>
          <w:numId w:val="0"/>
        </w:numPr>
        <w:ind w:left="566"/>
      </w:pPr>
      <w:r>
        <w:t xml:space="preserve">The BER funding was used to upgrade all classrooms into modern light and fresh learning environments with access to </w:t>
      </w:r>
      <w:r w:rsidR="00FD37EE">
        <w:t>wireless and an IWB</w:t>
      </w:r>
      <w:r>
        <w:t>. The school has a separate Resource Centre and School Hall. There are</w:t>
      </w:r>
      <w:r w:rsidR="00444CA3">
        <w:t xml:space="preserve"> extensive grounds, playground </w:t>
      </w:r>
      <w:r>
        <w:t>and a swimming pool.</w:t>
      </w:r>
    </w:p>
    <w:p w14:paraId="070B463F" w14:textId="77777777" w:rsidR="005545C2" w:rsidRDefault="00F14F5A">
      <w:pPr>
        <w:pStyle w:val="Bullet2"/>
      </w:pPr>
      <w:r>
        <w:t>Heating and c</w:t>
      </w:r>
      <w:r w:rsidR="005545C2">
        <w:t>ooling</w:t>
      </w:r>
    </w:p>
    <w:p w14:paraId="5C908BF4" w14:textId="77777777" w:rsidR="007A32AA" w:rsidRDefault="009B496E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T</w:t>
      </w:r>
      <w:r w:rsidR="003F15E9">
        <w:rPr>
          <w:rFonts w:ascii="Arial" w:hAnsi="Arial"/>
        </w:rPr>
        <w:t xml:space="preserve">here is heating and cooling in all classrooms and </w:t>
      </w:r>
      <w:r w:rsidR="00342347">
        <w:rPr>
          <w:rFonts w:ascii="Arial" w:hAnsi="Arial"/>
        </w:rPr>
        <w:t>STEM</w:t>
      </w:r>
      <w:r w:rsidR="003F15E9">
        <w:rPr>
          <w:rFonts w:ascii="Arial" w:hAnsi="Arial"/>
        </w:rPr>
        <w:t xml:space="preserve"> Centre</w:t>
      </w:r>
      <w:r>
        <w:rPr>
          <w:rFonts w:ascii="Arial" w:hAnsi="Arial"/>
        </w:rPr>
        <w:t>.</w:t>
      </w:r>
    </w:p>
    <w:p w14:paraId="5692A1A6" w14:textId="0B10673D" w:rsidR="005545C2" w:rsidRDefault="007A32AA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 xml:space="preserve">The school hall is heated. Fundraising is currently being undertaken to help </w:t>
      </w:r>
      <w:proofErr w:type="spellStart"/>
      <w:r>
        <w:rPr>
          <w:rFonts w:ascii="Arial" w:hAnsi="Arial"/>
        </w:rPr>
        <w:t>instal</w:t>
      </w:r>
      <w:proofErr w:type="spellEnd"/>
      <w:r>
        <w:rPr>
          <w:rFonts w:ascii="Arial" w:hAnsi="Arial"/>
        </w:rPr>
        <w:t xml:space="preserve"> cooling in the future.</w:t>
      </w:r>
    </w:p>
    <w:p w14:paraId="52503113" w14:textId="77777777" w:rsidR="005545C2" w:rsidRDefault="005545C2">
      <w:pPr>
        <w:pStyle w:val="Bullet2"/>
      </w:pPr>
      <w:r>
        <w:t>Specialist facilities</w:t>
      </w:r>
      <w:r w:rsidR="00D52647">
        <w:t xml:space="preserve"> and equipment</w:t>
      </w:r>
    </w:p>
    <w:p w14:paraId="69778296" w14:textId="599F1519" w:rsidR="005545C2" w:rsidRPr="00FD37EE" w:rsidRDefault="00FD37EE">
      <w:pPr>
        <w:pStyle w:val="Indent"/>
        <w:spacing w:after="80"/>
        <w:rPr>
          <w:rFonts w:ascii="Arial" w:hAnsi="Arial"/>
          <w:lang w:val="en-GB"/>
        </w:rPr>
      </w:pPr>
      <w:r w:rsidRPr="00FD37EE">
        <w:rPr>
          <w:rFonts w:ascii="Arial" w:hAnsi="Arial"/>
          <w:lang w:val="en-GB"/>
        </w:rPr>
        <w:t>There is a school swimming pool used in term 1 and part of term 4. The hall is available for hire when not used by school sport</w:t>
      </w:r>
      <w:r w:rsidR="007A32AA">
        <w:rPr>
          <w:rFonts w:ascii="Arial" w:hAnsi="Arial"/>
          <w:lang w:val="en-GB"/>
        </w:rPr>
        <w:t>s groups. A Karate club hires the hall</w:t>
      </w:r>
      <w:r w:rsidRPr="00FD37EE">
        <w:rPr>
          <w:rFonts w:ascii="Arial" w:hAnsi="Arial"/>
          <w:lang w:val="en-GB"/>
        </w:rPr>
        <w:t xml:space="preserve"> twice a week. The oval is hired by an archery </w:t>
      </w:r>
      <w:proofErr w:type="spellStart"/>
      <w:r w:rsidRPr="00FD37EE">
        <w:rPr>
          <w:rFonts w:ascii="Arial" w:hAnsi="Arial"/>
          <w:lang w:val="en-GB"/>
        </w:rPr>
        <w:t>group</w:t>
      </w:r>
      <w:r w:rsidR="0093702C">
        <w:rPr>
          <w:rFonts w:ascii="Arial" w:hAnsi="Arial"/>
          <w:lang w:val="en-GB"/>
        </w:rPr>
        <w:t>.</w:t>
      </w:r>
      <w:r w:rsidR="003C283F">
        <w:rPr>
          <w:rFonts w:ascii="Arial" w:hAnsi="Arial"/>
          <w:lang w:val="en-GB"/>
        </w:rPr>
        <w:t>The</w:t>
      </w:r>
      <w:proofErr w:type="spellEnd"/>
      <w:r w:rsidR="003C283F">
        <w:rPr>
          <w:rFonts w:ascii="Arial" w:hAnsi="Arial"/>
          <w:lang w:val="en-GB"/>
        </w:rPr>
        <w:t xml:space="preserve"> OSHC area is used by Neighbourhood Watch for meetings after hours.</w:t>
      </w:r>
    </w:p>
    <w:p w14:paraId="28D9A8C8" w14:textId="77777777" w:rsidR="003F15E9" w:rsidRDefault="005545C2" w:rsidP="00FD37EE">
      <w:pPr>
        <w:pStyle w:val="Bullet2"/>
      </w:pPr>
      <w:r>
        <w:t>Student facilities</w:t>
      </w:r>
    </w:p>
    <w:p w14:paraId="412CD6E6" w14:textId="680A881A" w:rsidR="005545C2" w:rsidRPr="00FD37EE" w:rsidRDefault="00FD37EE">
      <w:pPr>
        <w:pStyle w:val="Indent"/>
        <w:spacing w:after="80"/>
        <w:rPr>
          <w:rFonts w:ascii="Arial" w:hAnsi="Arial"/>
          <w:lang w:val="en-GB"/>
        </w:rPr>
      </w:pPr>
      <w:r w:rsidRPr="00FD37EE">
        <w:rPr>
          <w:rFonts w:ascii="Arial" w:hAnsi="Arial"/>
          <w:lang w:val="en-GB"/>
        </w:rPr>
        <w:t>There is a canteen</w:t>
      </w:r>
      <w:r w:rsidR="00AB488A">
        <w:rPr>
          <w:rFonts w:ascii="Arial" w:hAnsi="Arial"/>
          <w:lang w:val="en-GB"/>
        </w:rPr>
        <w:t xml:space="preserve"> healthy</w:t>
      </w:r>
      <w:r w:rsidRPr="00FD37EE">
        <w:rPr>
          <w:rFonts w:ascii="Arial" w:hAnsi="Arial"/>
          <w:lang w:val="en-GB"/>
        </w:rPr>
        <w:t xml:space="preserve"> snack service provided by volunteers from 12:30 to 1:30 each day. The local café provides school lunch orders.</w:t>
      </w:r>
      <w:r>
        <w:rPr>
          <w:rFonts w:ascii="Arial" w:hAnsi="Arial"/>
          <w:lang w:val="en-GB"/>
        </w:rPr>
        <w:t xml:space="preserve"> Sports equipment is availabl</w:t>
      </w:r>
      <w:r w:rsidR="00AB488A">
        <w:rPr>
          <w:rFonts w:ascii="Arial" w:hAnsi="Arial"/>
          <w:lang w:val="en-GB"/>
        </w:rPr>
        <w:t>e at lunch time for student use</w:t>
      </w:r>
      <w:r w:rsidR="007A32AA">
        <w:rPr>
          <w:rFonts w:ascii="Arial" w:hAnsi="Arial"/>
          <w:lang w:val="en-GB"/>
        </w:rPr>
        <w:t>.</w:t>
      </w:r>
      <w:r w:rsidR="00AB488A">
        <w:rPr>
          <w:rFonts w:ascii="Arial" w:hAnsi="Arial"/>
          <w:lang w:val="en-GB"/>
        </w:rPr>
        <w:t xml:space="preserve"> </w:t>
      </w:r>
      <w:r w:rsidR="007A32AA">
        <w:rPr>
          <w:rFonts w:ascii="Arial" w:hAnsi="Arial"/>
          <w:lang w:val="en-GB"/>
        </w:rPr>
        <w:t>The</w:t>
      </w:r>
      <w:r>
        <w:rPr>
          <w:rFonts w:ascii="Arial" w:hAnsi="Arial"/>
          <w:lang w:val="en-GB"/>
        </w:rPr>
        <w:t xml:space="preserve"> library open</w:t>
      </w:r>
      <w:r w:rsidR="007A32AA">
        <w:rPr>
          <w:rFonts w:ascii="Arial" w:hAnsi="Arial"/>
          <w:lang w:val="en-GB"/>
        </w:rPr>
        <w:t xml:space="preserve"> for lunch</w:t>
      </w:r>
      <w:r w:rsidR="00AB488A">
        <w:rPr>
          <w:rFonts w:ascii="Arial" w:hAnsi="Arial"/>
          <w:lang w:val="en-GB"/>
        </w:rPr>
        <w:t xml:space="preserve">time </w:t>
      </w:r>
      <w:r w:rsidR="007A32AA">
        <w:rPr>
          <w:rFonts w:ascii="Arial" w:hAnsi="Arial"/>
          <w:lang w:val="en-GB"/>
        </w:rPr>
        <w:t>activities each</w:t>
      </w:r>
      <w:r>
        <w:rPr>
          <w:rFonts w:ascii="Arial" w:hAnsi="Arial"/>
          <w:lang w:val="en-GB"/>
        </w:rPr>
        <w:t xml:space="preserve"> day.</w:t>
      </w:r>
    </w:p>
    <w:p w14:paraId="703D1203" w14:textId="77777777" w:rsidR="005545C2" w:rsidRDefault="005545C2">
      <w:pPr>
        <w:pStyle w:val="Bullet2"/>
      </w:pPr>
      <w:r>
        <w:t>Staff facilities</w:t>
      </w:r>
    </w:p>
    <w:p w14:paraId="71E902D6" w14:textId="6B8800FC" w:rsidR="005545C2" w:rsidRPr="003C283F" w:rsidRDefault="003C283F">
      <w:pPr>
        <w:pStyle w:val="Indent"/>
        <w:spacing w:after="80"/>
        <w:rPr>
          <w:rFonts w:ascii="Arial" w:hAnsi="Arial"/>
          <w:lang w:val="en-GB"/>
        </w:rPr>
      </w:pPr>
      <w:r w:rsidRPr="003C283F">
        <w:rPr>
          <w:rFonts w:ascii="Arial" w:hAnsi="Arial"/>
          <w:lang w:val="en-GB"/>
        </w:rPr>
        <w:t xml:space="preserve">There is a communal staff room and all staff have a designated area </w:t>
      </w:r>
      <w:proofErr w:type="spellStart"/>
      <w:r w:rsidRPr="003C283F">
        <w:rPr>
          <w:rFonts w:ascii="Arial" w:hAnsi="Arial"/>
          <w:lang w:val="en-GB"/>
        </w:rPr>
        <w:t>ie</w:t>
      </w:r>
      <w:proofErr w:type="spellEnd"/>
      <w:r w:rsidRPr="003C283F">
        <w:rPr>
          <w:rFonts w:ascii="Arial" w:hAnsi="Arial"/>
          <w:lang w:val="en-GB"/>
        </w:rPr>
        <w:t xml:space="preserve"> SSO room, classroom or desk.</w:t>
      </w:r>
      <w:r>
        <w:rPr>
          <w:rFonts w:ascii="Arial" w:hAnsi="Arial"/>
          <w:lang w:val="en-GB"/>
        </w:rPr>
        <w:t xml:space="preserve"> There is a meeting room for Support Servi</w:t>
      </w:r>
      <w:r w:rsidR="007A32AA">
        <w:rPr>
          <w:rFonts w:ascii="Arial" w:hAnsi="Arial"/>
          <w:lang w:val="en-GB"/>
        </w:rPr>
        <w:t xml:space="preserve">ces to carry out assessments </w:t>
      </w:r>
      <w:r>
        <w:rPr>
          <w:rFonts w:ascii="Arial" w:hAnsi="Arial"/>
          <w:lang w:val="en-GB"/>
        </w:rPr>
        <w:t>and for staff usage. Laptops and tablets are available for staff usage.</w:t>
      </w:r>
    </w:p>
    <w:p w14:paraId="131EAE6D" w14:textId="77777777" w:rsidR="005545C2" w:rsidRDefault="005545C2">
      <w:pPr>
        <w:pStyle w:val="Bullet2"/>
      </w:pPr>
      <w:r>
        <w:t>Access for students and staff with disabilities</w:t>
      </w:r>
    </w:p>
    <w:p w14:paraId="1B16479E" w14:textId="77777777" w:rsidR="005545C2" w:rsidRDefault="003F15E9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There are ramps downstairs and a stair lift on one set of steps.</w:t>
      </w:r>
    </w:p>
    <w:p w14:paraId="02780F14" w14:textId="77777777" w:rsidR="0093702C" w:rsidRDefault="0093702C">
      <w:pPr>
        <w:pStyle w:val="Heading2"/>
      </w:pPr>
    </w:p>
    <w:p w14:paraId="40C63ED5" w14:textId="5DC8FBFD" w:rsidR="005545C2" w:rsidRDefault="005545C2">
      <w:pPr>
        <w:pStyle w:val="Heading2"/>
      </w:pPr>
      <w:r>
        <w:t>10.</w:t>
      </w:r>
      <w:r>
        <w:tab/>
        <w:t>School Operations</w:t>
      </w:r>
    </w:p>
    <w:p w14:paraId="10654155" w14:textId="77777777" w:rsidR="005545C2" w:rsidRDefault="005545C2">
      <w:pPr>
        <w:pStyle w:val="Bullet2"/>
      </w:pPr>
      <w:r>
        <w:t>Decision making structures</w:t>
      </w:r>
    </w:p>
    <w:p w14:paraId="17880617" w14:textId="77777777" w:rsidR="005545C2" w:rsidRPr="003C283F" w:rsidRDefault="003C283F">
      <w:pPr>
        <w:pStyle w:val="Indent"/>
        <w:spacing w:after="80"/>
        <w:rPr>
          <w:rFonts w:ascii="Arial" w:hAnsi="Arial"/>
          <w:lang w:val="en-GB"/>
        </w:rPr>
      </w:pPr>
      <w:r w:rsidRPr="003C283F">
        <w:rPr>
          <w:rFonts w:ascii="Arial" w:hAnsi="Arial"/>
          <w:lang w:val="en-GB"/>
        </w:rPr>
        <w:t xml:space="preserve">The governing Council meets twice a term and there are often elections at the AGM for a position on it. </w:t>
      </w:r>
      <w:r>
        <w:rPr>
          <w:rFonts w:ascii="Arial" w:hAnsi="Arial"/>
          <w:lang w:val="en-GB"/>
        </w:rPr>
        <w:t xml:space="preserve">Governing Councillors also belong to a committee </w:t>
      </w:r>
      <w:proofErr w:type="spellStart"/>
      <w:r>
        <w:rPr>
          <w:rFonts w:ascii="Arial" w:hAnsi="Arial"/>
          <w:lang w:val="en-GB"/>
        </w:rPr>
        <w:t>ie</w:t>
      </w:r>
      <w:proofErr w:type="spellEnd"/>
      <w:r>
        <w:rPr>
          <w:rFonts w:ascii="Arial" w:hAnsi="Arial"/>
          <w:lang w:val="en-GB"/>
        </w:rPr>
        <w:t xml:space="preserve"> Finance, Sport</w:t>
      </w:r>
      <w:r w:rsidR="00AB488A">
        <w:rPr>
          <w:rFonts w:ascii="Arial" w:hAnsi="Arial"/>
          <w:lang w:val="en-GB"/>
        </w:rPr>
        <w:t>s and Assets</w:t>
      </w:r>
      <w:r>
        <w:rPr>
          <w:rFonts w:ascii="Arial" w:hAnsi="Arial"/>
          <w:lang w:val="en-GB"/>
        </w:rPr>
        <w:t>, Education, Fundraising, or OSHC.</w:t>
      </w:r>
    </w:p>
    <w:p w14:paraId="585E5A46" w14:textId="77777777" w:rsidR="005545C2" w:rsidRDefault="005545C2">
      <w:pPr>
        <w:pStyle w:val="Bullet2"/>
      </w:pPr>
      <w:r>
        <w:t>Regular publications</w:t>
      </w:r>
    </w:p>
    <w:p w14:paraId="36BA18EE" w14:textId="5B9ABDD4" w:rsidR="005545C2" w:rsidRPr="003C283F" w:rsidRDefault="003C283F">
      <w:pPr>
        <w:pStyle w:val="Indent"/>
        <w:spacing w:after="80"/>
        <w:rPr>
          <w:rFonts w:ascii="Arial" w:hAnsi="Arial"/>
          <w:lang w:val="en-GB"/>
        </w:rPr>
      </w:pPr>
      <w:r w:rsidRPr="003C283F">
        <w:rPr>
          <w:rFonts w:ascii="Arial" w:hAnsi="Arial"/>
          <w:lang w:val="en-GB"/>
        </w:rPr>
        <w:t>A</w:t>
      </w:r>
      <w:r w:rsidR="00A97F39">
        <w:rPr>
          <w:rFonts w:ascii="Arial" w:hAnsi="Arial"/>
          <w:lang w:val="en-GB"/>
        </w:rPr>
        <w:t>n electronic</w:t>
      </w:r>
      <w:r w:rsidRPr="003C283F">
        <w:rPr>
          <w:rFonts w:ascii="Arial" w:hAnsi="Arial"/>
          <w:lang w:val="en-GB"/>
        </w:rPr>
        <w:t xml:space="preserve"> school newsletter is publish</w:t>
      </w:r>
      <w:r w:rsidR="00A97F39">
        <w:rPr>
          <w:rFonts w:ascii="Arial" w:hAnsi="Arial"/>
          <w:lang w:val="en-GB"/>
        </w:rPr>
        <w:t>ed</w:t>
      </w:r>
      <w:r w:rsidRPr="003C283F">
        <w:rPr>
          <w:rFonts w:ascii="Arial" w:hAnsi="Arial"/>
          <w:lang w:val="en-GB"/>
        </w:rPr>
        <w:t xml:space="preserve"> each fortnight </w:t>
      </w:r>
      <w:r w:rsidR="00A97F39">
        <w:rPr>
          <w:rFonts w:ascii="Arial" w:hAnsi="Arial"/>
          <w:lang w:val="en-GB"/>
        </w:rPr>
        <w:t>and is made available on the school’s Skoolbag app</w:t>
      </w:r>
      <w:r w:rsidRPr="003C283F">
        <w:rPr>
          <w:rFonts w:ascii="Arial" w:hAnsi="Arial"/>
          <w:lang w:val="en-GB"/>
        </w:rPr>
        <w:t xml:space="preserve">. </w:t>
      </w:r>
      <w:r>
        <w:rPr>
          <w:rFonts w:ascii="Arial" w:hAnsi="Arial"/>
          <w:lang w:val="en-GB"/>
        </w:rPr>
        <w:t xml:space="preserve">A term planner is published each term with known events. </w:t>
      </w:r>
      <w:r w:rsidRPr="003C283F">
        <w:rPr>
          <w:rFonts w:ascii="Arial" w:hAnsi="Arial"/>
          <w:lang w:val="en-GB"/>
        </w:rPr>
        <w:t>A staff bulletin is published weekly and emailed to all staff.</w:t>
      </w:r>
    </w:p>
    <w:p w14:paraId="1C5B32B6" w14:textId="77777777" w:rsidR="005545C2" w:rsidRDefault="005545C2">
      <w:pPr>
        <w:pStyle w:val="Bullet2"/>
      </w:pPr>
      <w:r>
        <w:t>Other communication</w:t>
      </w:r>
    </w:p>
    <w:p w14:paraId="71B53832" w14:textId="49625143" w:rsidR="005545C2" w:rsidRDefault="003C283F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 xml:space="preserve">An android and </w:t>
      </w:r>
      <w:proofErr w:type="spellStart"/>
      <w:r>
        <w:rPr>
          <w:rFonts w:ascii="Arial" w:hAnsi="Arial"/>
        </w:rPr>
        <w:t>iphone</w:t>
      </w:r>
      <w:proofErr w:type="spellEnd"/>
      <w:r>
        <w:rPr>
          <w:rFonts w:ascii="Arial" w:hAnsi="Arial"/>
        </w:rPr>
        <w:t xml:space="preserve"> application called Skoolbag </w:t>
      </w:r>
      <w:r w:rsidR="009D1D0A">
        <w:rPr>
          <w:rFonts w:ascii="Arial" w:hAnsi="Arial"/>
        </w:rPr>
        <w:t>is being used to enhance communication with the community.</w:t>
      </w:r>
      <w:r w:rsidR="007A32AA">
        <w:rPr>
          <w:rFonts w:ascii="Arial" w:hAnsi="Arial"/>
        </w:rPr>
        <w:t xml:space="preserve"> </w:t>
      </w:r>
    </w:p>
    <w:p w14:paraId="5039CC53" w14:textId="77777777" w:rsidR="005545C2" w:rsidRDefault="005545C2">
      <w:pPr>
        <w:pStyle w:val="Bullet2"/>
      </w:pPr>
      <w:r>
        <w:lastRenderedPageBreak/>
        <w:t>School financial position</w:t>
      </w:r>
    </w:p>
    <w:p w14:paraId="54607739" w14:textId="48558825" w:rsidR="005545C2" w:rsidRDefault="009D1D0A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The school i</w:t>
      </w:r>
      <w:r w:rsidR="007A32AA">
        <w:rPr>
          <w:rFonts w:ascii="Arial" w:hAnsi="Arial"/>
        </w:rPr>
        <w:t>s in a sound financial position.</w:t>
      </w:r>
    </w:p>
    <w:p w14:paraId="13CAB534" w14:textId="77777777" w:rsidR="005545C2" w:rsidRDefault="005545C2">
      <w:pPr>
        <w:pStyle w:val="Bullet2"/>
      </w:pPr>
      <w:r>
        <w:t>Special funding</w:t>
      </w:r>
    </w:p>
    <w:p w14:paraId="62964A27" w14:textId="77777777" w:rsidR="005545C2" w:rsidRPr="009D1D0A" w:rsidRDefault="009D1D0A">
      <w:pPr>
        <w:pStyle w:val="Indent"/>
        <w:rPr>
          <w:rFonts w:ascii="Arial" w:hAnsi="Arial"/>
        </w:rPr>
      </w:pPr>
      <w:r w:rsidRPr="009D1D0A">
        <w:rPr>
          <w:rFonts w:ascii="Arial" w:hAnsi="Arial"/>
        </w:rPr>
        <w:t>Extra hours are purchased and provided for our special needs students through Regional Support Services.</w:t>
      </w:r>
    </w:p>
    <w:p w14:paraId="3AA7B833" w14:textId="77777777" w:rsidR="005545C2" w:rsidRDefault="005545C2">
      <w:pPr>
        <w:pStyle w:val="Heading2"/>
      </w:pPr>
      <w:r>
        <w:t>11.</w:t>
      </w:r>
      <w:r>
        <w:tab/>
        <w:t>Local Community</w:t>
      </w:r>
    </w:p>
    <w:p w14:paraId="4F5243EF" w14:textId="77777777" w:rsidR="005545C2" w:rsidRDefault="005545C2">
      <w:pPr>
        <w:pStyle w:val="Bullet2"/>
      </w:pPr>
      <w:r>
        <w:t>General characteristics</w:t>
      </w:r>
    </w:p>
    <w:p w14:paraId="220505A3" w14:textId="77777777" w:rsidR="005545C2" w:rsidRPr="00B071CE" w:rsidRDefault="000560FB">
      <w:pPr>
        <w:pStyle w:val="Indent"/>
        <w:spacing w:after="80"/>
        <w:rPr>
          <w:rFonts w:ascii="Arial" w:hAnsi="Arial"/>
        </w:rPr>
      </w:pPr>
      <w:r w:rsidRPr="00B071CE">
        <w:rPr>
          <w:rFonts w:ascii="Arial" w:hAnsi="Arial"/>
        </w:rPr>
        <w:t>Most families live in the suburb of West Beach</w:t>
      </w:r>
      <w:r w:rsidR="00B071CE" w:rsidRPr="00B071CE">
        <w:rPr>
          <w:rFonts w:ascii="Arial" w:hAnsi="Arial"/>
        </w:rPr>
        <w:t xml:space="preserve"> and have at least one adult in employment.</w:t>
      </w:r>
      <w:r w:rsidR="00B071CE">
        <w:rPr>
          <w:rFonts w:ascii="Arial" w:hAnsi="Arial"/>
        </w:rPr>
        <w:t xml:space="preserve"> There is some rental accommodation in the beachside flats and </w:t>
      </w:r>
      <w:r w:rsidR="00420C2F">
        <w:rPr>
          <w:rFonts w:ascii="Arial" w:hAnsi="Arial"/>
        </w:rPr>
        <w:t xml:space="preserve">short stay in the </w:t>
      </w:r>
      <w:r w:rsidR="00B071CE">
        <w:rPr>
          <w:rFonts w:ascii="Arial" w:hAnsi="Arial"/>
        </w:rPr>
        <w:t>caravan park.</w:t>
      </w:r>
    </w:p>
    <w:p w14:paraId="35B60194" w14:textId="77777777" w:rsidR="005545C2" w:rsidRDefault="005545C2">
      <w:pPr>
        <w:pStyle w:val="Bullet2"/>
      </w:pPr>
      <w:r>
        <w:t>Parent and community involvement</w:t>
      </w:r>
    </w:p>
    <w:p w14:paraId="2267498F" w14:textId="5AEBAE39" w:rsidR="005545C2" w:rsidRDefault="00D668AB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Parents are actively involved in all aspects of school life. They are positive advocates for their school and play a significant role in</w:t>
      </w:r>
      <w:r w:rsidR="00A97F39">
        <w:rPr>
          <w:rFonts w:ascii="Arial" w:hAnsi="Arial"/>
        </w:rPr>
        <w:t xml:space="preserve"> Governing Council, the sub-</w:t>
      </w:r>
      <w:r>
        <w:rPr>
          <w:rFonts w:ascii="Arial" w:hAnsi="Arial"/>
        </w:rPr>
        <w:t xml:space="preserve"> committe</w:t>
      </w:r>
      <w:r w:rsidR="00715ABF">
        <w:rPr>
          <w:rFonts w:ascii="Arial" w:hAnsi="Arial"/>
        </w:rPr>
        <w:t>es</w:t>
      </w:r>
      <w:r w:rsidR="007A32AA">
        <w:rPr>
          <w:rFonts w:ascii="Arial" w:hAnsi="Arial"/>
        </w:rPr>
        <w:t>, excursions</w:t>
      </w:r>
      <w:r w:rsidR="00A97F39">
        <w:rPr>
          <w:rFonts w:ascii="Arial" w:hAnsi="Arial"/>
        </w:rPr>
        <w:t>, fundraising,</w:t>
      </w:r>
      <w:r w:rsidR="00715ABF">
        <w:rPr>
          <w:rFonts w:ascii="Arial" w:hAnsi="Arial"/>
        </w:rPr>
        <w:t xml:space="preserve"> sporting teams and </w:t>
      </w:r>
      <w:proofErr w:type="spellStart"/>
      <w:r w:rsidR="00715ABF">
        <w:rPr>
          <w:rFonts w:ascii="Arial" w:hAnsi="Arial"/>
        </w:rPr>
        <w:t>classrroo</w:t>
      </w:r>
      <w:r>
        <w:rPr>
          <w:rFonts w:ascii="Arial" w:hAnsi="Arial"/>
        </w:rPr>
        <w:t>m</w:t>
      </w:r>
      <w:proofErr w:type="spellEnd"/>
      <w:r>
        <w:rPr>
          <w:rFonts w:ascii="Arial" w:hAnsi="Arial"/>
        </w:rPr>
        <w:t xml:space="preserve"> support.</w:t>
      </w:r>
      <w:r w:rsidR="007A32AA">
        <w:rPr>
          <w:rFonts w:ascii="Arial" w:hAnsi="Arial"/>
        </w:rPr>
        <w:t xml:space="preserve"> </w:t>
      </w:r>
    </w:p>
    <w:p w14:paraId="6F7DAEAA" w14:textId="77777777" w:rsidR="00AF1356" w:rsidRDefault="00AF1356">
      <w:pPr>
        <w:pStyle w:val="Bullet2"/>
      </w:pPr>
      <w:r>
        <w:t>Feeder or destination schools</w:t>
      </w:r>
    </w:p>
    <w:p w14:paraId="43A2A70B" w14:textId="46B93E66" w:rsidR="005545C2" w:rsidRPr="009D1D0A" w:rsidRDefault="009D1D0A" w:rsidP="00AF1356">
      <w:pPr>
        <w:pStyle w:val="Bullet2"/>
        <w:numPr>
          <w:ilvl w:val="0"/>
          <w:numId w:val="0"/>
        </w:numPr>
        <w:tabs>
          <w:tab w:val="clear" w:pos="720"/>
          <w:tab w:val="left" w:pos="851"/>
        </w:tabs>
        <w:ind w:left="851"/>
        <w:rPr>
          <w:lang w:val="en-AU"/>
        </w:rPr>
      </w:pPr>
      <w:r w:rsidRPr="009D1D0A">
        <w:rPr>
          <w:lang w:val="en-AU"/>
        </w:rPr>
        <w:t xml:space="preserve">Most students attend West Beach Kindergarten before moving to school. A </w:t>
      </w:r>
      <w:r w:rsidR="00715ABF">
        <w:rPr>
          <w:lang w:val="en-AU"/>
        </w:rPr>
        <w:t>few children attend childcare or</w:t>
      </w:r>
      <w:r w:rsidR="007A32AA">
        <w:rPr>
          <w:lang w:val="en-AU"/>
        </w:rPr>
        <w:t xml:space="preserve"> kindergartens out</w:t>
      </w:r>
      <w:r w:rsidRPr="009D1D0A">
        <w:rPr>
          <w:lang w:val="en-AU"/>
        </w:rPr>
        <w:t xml:space="preserve">side </w:t>
      </w:r>
      <w:r w:rsidR="007A32AA">
        <w:rPr>
          <w:lang w:val="en-AU"/>
        </w:rPr>
        <w:t>of West Beach</w:t>
      </w:r>
      <w:r w:rsidRPr="009D1D0A">
        <w:rPr>
          <w:lang w:val="en-AU"/>
        </w:rPr>
        <w:t xml:space="preserve">. At the end of primary school a large majority of students progress to </w:t>
      </w:r>
      <w:proofErr w:type="spellStart"/>
      <w:r w:rsidRPr="009D1D0A">
        <w:rPr>
          <w:lang w:val="en-AU"/>
        </w:rPr>
        <w:t>Henely</w:t>
      </w:r>
      <w:proofErr w:type="spellEnd"/>
      <w:r w:rsidRPr="009D1D0A">
        <w:rPr>
          <w:lang w:val="en-AU"/>
        </w:rPr>
        <w:t xml:space="preserve"> High School our zoned secondary school. Some students are accepted into the music program at Brighton High or the Languages </w:t>
      </w:r>
      <w:r>
        <w:rPr>
          <w:lang w:val="en-AU"/>
        </w:rPr>
        <w:t xml:space="preserve">program at Adelaide High School. Some students attend non-government secondary schools </w:t>
      </w:r>
      <w:proofErr w:type="spellStart"/>
      <w:r>
        <w:rPr>
          <w:lang w:val="en-AU"/>
        </w:rPr>
        <w:t>ie</w:t>
      </w:r>
      <w:proofErr w:type="spellEnd"/>
      <w:r>
        <w:rPr>
          <w:lang w:val="en-AU"/>
        </w:rPr>
        <w:t xml:space="preserve"> St Michaels, Emmanuel College etc.</w:t>
      </w:r>
    </w:p>
    <w:p w14:paraId="51EF316E" w14:textId="77777777" w:rsidR="005545C2" w:rsidRDefault="003A6571" w:rsidP="003A6571">
      <w:pPr>
        <w:pStyle w:val="Indent"/>
        <w:spacing w:after="80"/>
        <w:ind w:left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60481A08" w14:textId="77777777" w:rsidR="005545C2" w:rsidRDefault="005545C2">
      <w:pPr>
        <w:pStyle w:val="Bullet2"/>
      </w:pPr>
      <w:r>
        <w:t>Commercial/industrial and shopping facilities</w:t>
      </w:r>
    </w:p>
    <w:p w14:paraId="491B9347" w14:textId="77777777" w:rsidR="005545C2" w:rsidRDefault="000560FB">
      <w:pPr>
        <w:pStyle w:val="Indent"/>
        <w:spacing w:after="80"/>
        <w:rPr>
          <w:rFonts w:ascii="Arial" w:hAnsi="Arial"/>
        </w:rPr>
      </w:pPr>
      <w:r>
        <w:rPr>
          <w:rFonts w:ascii="Arial" w:hAnsi="Arial"/>
        </w:rPr>
        <w:t>We are located close to the Adelaide Airport, Ikea and Harbour</w:t>
      </w:r>
      <w:r w:rsidR="00715ABF">
        <w:rPr>
          <w:rFonts w:ascii="Arial" w:hAnsi="Arial"/>
        </w:rPr>
        <w:t xml:space="preserve"> T</w:t>
      </w:r>
      <w:r>
        <w:rPr>
          <w:rFonts w:ascii="Arial" w:hAnsi="Arial"/>
        </w:rPr>
        <w:t>own Centre and a small local shopping facility.</w:t>
      </w:r>
    </w:p>
    <w:p w14:paraId="41EDD3A0" w14:textId="77777777" w:rsidR="005545C2" w:rsidRDefault="005545C2">
      <w:pPr>
        <w:pStyle w:val="Bullet2"/>
      </w:pPr>
      <w:r>
        <w:t>Other local facilities</w:t>
      </w:r>
    </w:p>
    <w:p w14:paraId="5BDC69E1" w14:textId="48541E49" w:rsidR="001503C4" w:rsidRPr="000560FB" w:rsidRDefault="000560FB" w:rsidP="001503C4">
      <w:pPr>
        <w:pStyle w:val="Bullet2"/>
        <w:numPr>
          <w:ilvl w:val="0"/>
          <w:numId w:val="0"/>
        </w:numPr>
        <w:tabs>
          <w:tab w:val="clear" w:pos="720"/>
          <w:tab w:val="left" w:pos="851"/>
        </w:tabs>
        <w:ind w:left="851"/>
        <w:rPr>
          <w:lang w:val="en-AU"/>
        </w:rPr>
      </w:pPr>
      <w:r w:rsidRPr="000560FB">
        <w:rPr>
          <w:lang w:val="en-AU"/>
        </w:rPr>
        <w:t xml:space="preserve">Adelaide Shores Caravan and camping ground, </w:t>
      </w:r>
      <w:r>
        <w:rPr>
          <w:lang w:val="en-AU"/>
        </w:rPr>
        <w:t xml:space="preserve">West Beach Surf Lifesaving club and </w:t>
      </w:r>
      <w:r w:rsidR="007A32AA">
        <w:rPr>
          <w:lang w:val="en-AU"/>
        </w:rPr>
        <w:t>S</w:t>
      </w:r>
      <w:r>
        <w:rPr>
          <w:lang w:val="en-AU"/>
        </w:rPr>
        <w:t xml:space="preserve">ailing </w:t>
      </w:r>
      <w:r w:rsidR="007A32AA">
        <w:rPr>
          <w:lang w:val="en-AU"/>
        </w:rPr>
        <w:t>C</w:t>
      </w:r>
      <w:r>
        <w:rPr>
          <w:lang w:val="en-AU"/>
        </w:rPr>
        <w:t xml:space="preserve">lub, </w:t>
      </w:r>
      <w:r w:rsidR="00715ABF">
        <w:rPr>
          <w:lang w:val="en-AU"/>
        </w:rPr>
        <w:t>Barratt Reserve s</w:t>
      </w:r>
      <w:r w:rsidRPr="000560FB">
        <w:rPr>
          <w:lang w:val="en-AU"/>
        </w:rPr>
        <w:t xml:space="preserve">oftball </w:t>
      </w:r>
      <w:r w:rsidR="00715ABF">
        <w:rPr>
          <w:lang w:val="en-AU"/>
        </w:rPr>
        <w:t xml:space="preserve">and soccer </w:t>
      </w:r>
      <w:r w:rsidRPr="000560FB">
        <w:rPr>
          <w:lang w:val="en-AU"/>
        </w:rPr>
        <w:t xml:space="preserve">fields, </w:t>
      </w:r>
      <w:r>
        <w:rPr>
          <w:lang w:val="en-AU"/>
        </w:rPr>
        <w:t>University hockey fields the</w:t>
      </w:r>
      <w:r w:rsidR="00715ABF">
        <w:rPr>
          <w:lang w:val="en-AU"/>
        </w:rPr>
        <w:t xml:space="preserve"> Adelaide Shores</w:t>
      </w:r>
      <w:r w:rsidRPr="000560FB">
        <w:rPr>
          <w:lang w:val="en-AU"/>
        </w:rPr>
        <w:t xml:space="preserve"> </w:t>
      </w:r>
      <w:r>
        <w:rPr>
          <w:lang w:val="en-AU"/>
        </w:rPr>
        <w:t xml:space="preserve">Golf Course </w:t>
      </w:r>
      <w:r w:rsidRPr="000560FB">
        <w:rPr>
          <w:lang w:val="en-AU"/>
        </w:rPr>
        <w:t xml:space="preserve">and </w:t>
      </w:r>
      <w:r>
        <w:rPr>
          <w:lang w:val="en-AU"/>
        </w:rPr>
        <w:t>River Torrens Linear P</w:t>
      </w:r>
      <w:r w:rsidRPr="000560FB">
        <w:rPr>
          <w:lang w:val="en-AU"/>
        </w:rPr>
        <w:t>ark.</w:t>
      </w:r>
    </w:p>
    <w:p w14:paraId="31D6C4E4" w14:textId="77777777" w:rsidR="005545C2" w:rsidRDefault="005545C2">
      <w:pPr>
        <w:pStyle w:val="Bullet2"/>
      </w:pPr>
      <w:r>
        <w:t>Local Government body</w:t>
      </w:r>
    </w:p>
    <w:p w14:paraId="174C24BD" w14:textId="77777777" w:rsidR="005545C2" w:rsidRDefault="000560FB">
      <w:pPr>
        <w:pStyle w:val="Indent"/>
        <w:rPr>
          <w:rFonts w:ascii="Arial" w:hAnsi="Arial"/>
        </w:rPr>
      </w:pPr>
      <w:r>
        <w:rPr>
          <w:rFonts w:ascii="Arial" w:hAnsi="Arial"/>
        </w:rPr>
        <w:t>The school is situated on the boarder of the City of West Torrens and the City of Charles Sturt.</w:t>
      </w:r>
    </w:p>
    <w:p w14:paraId="5F2A2C31" w14:textId="77777777" w:rsidR="005545C2" w:rsidRPr="008C2786" w:rsidRDefault="008C2786" w:rsidP="000560FB">
      <w:pPr>
        <w:pStyle w:val="Bullet2"/>
        <w:keepNext w:val="0"/>
        <w:numPr>
          <w:ilvl w:val="0"/>
          <w:numId w:val="0"/>
        </w:numPr>
        <w:ind w:left="720"/>
        <w:rPr>
          <w:i/>
          <w:color w:val="FF0000"/>
        </w:rPr>
      </w:pPr>
      <w:r w:rsidRPr="008C2786">
        <w:rPr>
          <w:i/>
          <w:color w:val="FF0000"/>
        </w:rPr>
        <w:t xml:space="preserve"> </w:t>
      </w:r>
    </w:p>
    <w:sectPr w:rsidR="005545C2" w:rsidRPr="008C2786" w:rsidSect="009C1C42">
      <w:footerReference w:type="even" r:id="rId10"/>
      <w:footerReference w:type="default" r:id="rId11"/>
      <w:type w:val="continuous"/>
      <w:pgSz w:w="11906" w:h="16838" w:code="9"/>
      <w:pgMar w:top="720" w:right="720" w:bottom="720" w:left="720" w:header="567" w:footer="50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C8B4C" w14:textId="77777777" w:rsidR="00E05AF3" w:rsidRDefault="00E05AF3">
      <w:r>
        <w:separator/>
      </w:r>
    </w:p>
  </w:endnote>
  <w:endnote w:type="continuationSeparator" w:id="0">
    <w:p w14:paraId="20FE9787" w14:textId="77777777" w:rsidR="00E05AF3" w:rsidRDefault="00E0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56084" w14:textId="77777777" w:rsidR="00E05AF3" w:rsidRDefault="00E05A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A849C77" w14:textId="77777777" w:rsidR="00E05AF3" w:rsidRDefault="00E05A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1957E" w14:textId="757E7BF7" w:rsidR="00E05AF3" w:rsidRDefault="00E05AF3">
    <w:pPr>
      <w:pStyle w:val="Footer"/>
      <w:framePr w:wrap="around" w:vAnchor="text" w:hAnchor="margin" w:xAlign="right" w:y="1"/>
      <w:rPr>
        <w:rStyle w:val="PageNumber"/>
        <w:sz w:val="18"/>
      </w:rPr>
    </w:pPr>
    <w:r>
      <w:rPr>
        <w:rStyle w:val="PageNumber"/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PAGE  </w:instrText>
    </w:r>
    <w:r>
      <w:rPr>
        <w:rStyle w:val="PageNumber"/>
        <w:sz w:val="18"/>
      </w:rPr>
      <w:fldChar w:fldCharType="separate"/>
    </w:r>
    <w:r w:rsidR="00FB12D9">
      <w:rPr>
        <w:rStyle w:val="PageNumber"/>
        <w:noProof/>
        <w:sz w:val="18"/>
      </w:rPr>
      <w:t>2</w:t>
    </w:r>
    <w:r>
      <w:rPr>
        <w:rStyle w:val="PageNumber"/>
        <w:sz w:val="18"/>
      </w:rPr>
      <w:fldChar w:fldCharType="end"/>
    </w:r>
  </w:p>
  <w:p w14:paraId="54A0A47E" w14:textId="0E946A0C" w:rsidR="00E05AF3" w:rsidRDefault="00E05AF3">
    <w:pPr>
      <w:pStyle w:val="Footer"/>
      <w:ind w:right="360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4C6672">
      <w:rPr>
        <w:noProof/>
        <w:sz w:val="18"/>
      </w:rPr>
      <w:t>School Context Statement DRAFT  2017.docx</w:t>
    </w:r>
    <w:r>
      <w:rPr>
        <w:sz w:val="18"/>
      </w:rPr>
      <w:fldChar w:fldCharType="end"/>
    </w:r>
  </w:p>
  <w:p w14:paraId="31D34593" w14:textId="7A72C978" w:rsidR="00E05AF3" w:rsidRDefault="00DD026A">
    <w:pPr>
      <w:pStyle w:val="Footer"/>
      <w:ind w:right="360"/>
      <w:rPr>
        <w:sz w:val="18"/>
      </w:rPr>
    </w:pPr>
    <w:r>
      <w:rPr>
        <w:noProof/>
        <w:sz w:val="18"/>
        <w:lang w:val="en-AU"/>
      </w:rPr>
      <w:drawing>
        <wp:inline distT="0" distB="0" distL="0" distR="0" wp14:anchorId="646672ED" wp14:editId="3E257F8D">
          <wp:extent cx="869315" cy="314960"/>
          <wp:effectExtent l="0" t="0" r="0" b="0"/>
          <wp:docPr id="1" name="Picture 1" descr="Neals-logo_smal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als-logo_small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5AF3">
      <w:rPr>
        <w:sz w:val="18"/>
      </w:rPr>
      <w:t xml:space="preserve">  © Department for Educ</w:t>
    </w:r>
    <w:r w:rsidR="00444CA3">
      <w:rPr>
        <w:sz w:val="18"/>
      </w:rPr>
      <w:t>ation and Child Development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59902" w14:textId="77777777" w:rsidR="00E05AF3" w:rsidRDefault="00E05AF3">
      <w:r>
        <w:separator/>
      </w:r>
    </w:p>
  </w:footnote>
  <w:footnote w:type="continuationSeparator" w:id="0">
    <w:p w14:paraId="1D8839F2" w14:textId="77777777" w:rsidR="00E05AF3" w:rsidRDefault="00E0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EBA3F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6EC54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0D82C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65E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6B009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00E55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406D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EA6BF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8EDC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73C6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C4669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9740FCF4"/>
    <w:lvl w:ilvl="0">
      <w:numFmt w:val="decimal"/>
      <w:pStyle w:val="Bullet2"/>
      <w:lvlText w:val="*"/>
      <w:lvlJc w:val="left"/>
    </w:lvl>
  </w:abstractNum>
  <w:abstractNum w:abstractNumId="12" w15:restartNumberingAfterBreak="0">
    <w:nsid w:val="0D3550F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10287158"/>
    <w:multiLevelType w:val="hybridMultilevel"/>
    <w:tmpl w:val="61C434D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40AD9"/>
    <w:multiLevelType w:val="hybridMultilevel"/>
    <w:tmpl w:val="993E7510"/>
    <w:lvl w:ilvl="0" w:tplc="8C841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16B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421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9E1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E8D0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18C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204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F2C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662267D"/>
    <w:multiLevelType w:val="hybridMultilevel"/>
    <w:tmpl w:val="768E8A8C"/>
    <w:lvl w:ilvl="0" w:tplc="AACCF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EE5F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8A4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064C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2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5CA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C81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1EC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D04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C516DC"/>
    <w:multiLevelType w:val="hybridMultilevel"/>
    <w:tmpl w:val="544A2AE0"/>
    <w:lvl w:ilvl="0" w:tplc="3B7C6EC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61BCFC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2" w:tplc="71C2AB9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3" w:tplc="242633C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4" w:tplc="B85416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5" w:tplc="6680C9E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6" w:tplc="59C07C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7" w:tplc="ECF6345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  <w:lvl w:ilvl="8" w:tplc="E54C1D7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5471036"/>
    <w:multiLevelType w:val="hybridMultilevel"/>
    <w:tmpl w:val="3616742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9792E"/>
    <w:multiLevelType w:val="hybridMultilevel"/>
    <w:tmpl w:val="730860B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900763"/>
    <w:multiLevelType w:val="hybridMultilevel"/>
    <w:tmpl w:val="32BCBF4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1776AE"/>
    <w:multiLevelType w:val="hybridMultilevel"/>
    <w:tmpl w:val="6AC6A2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835577"/>
    <w:multiLevelType w:val="hybridMultilevel"/>
    <w:tmpl w:val="DF068B54"/>
    <w:lvl w:ilvl="0" w:tplc="8B409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48193A">
      <w:start w:val="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E63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6C0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C60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F82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EE8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CC4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64D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2D20DAE"/>
    <w:multiLevelType w:val="hybridMultilevel"/>
    <w:tmpl w:val="04663CB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C625A"/>
    <w:multiLevelType w:val="hybridMultilevel"/>
    <w:tmpl w:val="B55AD59E"/>
    <w:lvl w:ilvl="0" w:tplc="8C1A3F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29895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E62D8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8D883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75C64B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2ECFF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94A3C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EF6662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566524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CD10DF1"/>
    <w:multiLevelType w:val="hybridMultilevel"/>
    <w:tmpl w:val="F752CDA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77544"/>
    <w:multiLevelType w:val="hybridMultilevel"/>
    <w:tmpl w:val="973A1328"/>
    <w:lvl w:ilvl="0" w:tplc="4A38DF06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A985D03"/>
    <w:multiLevelType w:val="hybridMultilevel"/>
    <w:tmpl w:val="F52636A0"/>
    <w:lvl w:ilvl="0" w:tplc="E9EA5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7A4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286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A8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21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56B6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5AF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A22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5C1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22"/>
  </w:num>
  <w:num w:numId="14">
    <w:abstractNumId w:val="18"/>
  </w:num>
  <w:num w:numId="15">
    <w:abstractNumId w:val="17"/>
  </w:num>
  <w:num w:numId="16">
    <w:abstractNumId w:val="19"/>
  </w:num>
  <w:num w:numId="17">
    <w:abstractNumId w:val="13"/>
  </w:num>
  <w:num w:numId="18">
    <w:abstractNumId w:val="24"/>
  </w:num>
  <w:num w:numId="19">
    <w:abstractNumId w:val="25"/>
  </w:num>
  <w:num w:numId="20">
    <w:abstractNumId w:val="1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1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1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1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0"/>
  </w:num>
  <w:num w:numId="25">
    <w:abstractNumId w:val="20"/>
  </w:num>
  <w:num w:numId="26">
    <w:abstractNumId w:val="21"/>
  </w:num>
  <w:num w:numId="27">
    <w:abstractNumId w:val="26"/>
  </w:num>
  <w:num w:numId="28">
    <w:abstractNumId w:val="15"/>
  </w:num>
  <w:num w:numId="29">
    <w:abstractNumId w:val="16"/>
  </w:num>
  <w:num w:numId="30">
    <w:abstractNumId w:val="2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C2"/>
    <w:rsid w:val="0000501F"/>
    <w:rsid w:val="00023DDB"/>
    <w:rsid w:val="00025085"/>
    <w:rsid w:val="00052270"/>
    <w:rsid w:val="000560FB"/>
    <w:rsid w:val="00083D8E"/>
    <w:rsid w:val="000861E3"/>
    <w:rsid w:val="000917E6"/>
    <w:rsid w:val="00095D35"/>
    <w:rsid w:val="000C2398"/>
    <w:rsid w:val="000F73A1"/>
    <w:rsid w:val="00107BB1"/>
    <w:rsid w:val="001206CB"/>
    <w:rsid w:val="001239E3"/>
    <w:rsid w:val="001349E8"/>
    <w:rsid w:val="0014191E"/>
    <w:rsid w:val="0014686F"/>
    <w:rsid w:val="001503C4"/>
    <w:rsid w:val="00157528"/>
    <w:rsid w:val="00167349"/>
    <w:rsid w:val="00180007"/>
    <w:rsid w:val="001A0F7C"/>
    <w:rsid w:val="001A3864"/>
    <w:rsid w:val="001B60FB"/>
    <w:rsid w:val="001C1300"/>
    <w:rsid w:val="001C55B9"/>
    <w:rsid w:val="002341D0"/>
    <w:rsid w:val="0024486A"/>
    <w:rsid w:val="00250FED"/>
    <w:rsid w:val="00261ED4"/>
    <w:rsid w:val="0027177C"/>
    <w:rsid w:val="0027339E"/>
    <w:rsid w:val="002837CC"/>
    <w:rsid w:val="00285032"/>
    <w:rsid w:val="002A6AD0"/>
    <w:rsid w:val="002C110D"/>
    <w:rsid w:val="002D7604"/>
    <w:rsid w:val="002F1618"/>
    <w:rsid w:val="002F5B45"/>
    <w:rsid w:val="003026B1"/>
    <w:rsid w:val="00312B59"/>
    <w:rsid w:val="003204E6"/>
    <w:rsid w:val="00323B73"/>
    <w:rsid w:val="00334E0C"/>
    <w:rsid w:val="00341ADD"/>
    <w:rsid w:val="00342347"/>
    <w:rsid w:val="00342767"/>
    <w:rsid w:val="00377B20"/>
    <w:rsid w:val="003809B1"/>
    <w:rsid w:val="00384618"/>
    <w:rsid w:val="003A6571"/>
    <w:rsid w:val="003C283F"/>
    <w:rsid w:val="003D0861"/>
    <w:rsid w:val="003D6C67"/>
    <w:rsid w:val="003F15E9"/>
    <w:rsid w:val="003F36FC"/>
    <w:rsid w:val="00403F42"/>
    <w:rsid w:val="00420C2F"/>
    <w:rsid w:val="004331E5"/>
    <w:rsid w:val="00437661"/>
    <w:rsid w:val="00444CA3"/>
    <w:rsid w:val="0047084F"/>
    <w:rsid w:val="0048569C"/>
    <w:rsid w:val="00485E22"/>
    <w:rsid w:val="004C6672"/>
    <w:rsid w:val="004D226B"/>
    <w:rsid w:val="004F438D"/>
    <w:rsid w:val="005259EC"/>
    <w:rsid w:val="00552F6F"/>
    <w:rsid w:val="005545C2"/>
    <w:rsid w:val="0055495B"/>
    <w:rsid w:val="00561444"/>
    <w:rsid w:val="005649D7"/>
    <w:rsid w:val="00572232"/>
    <w:rsid w:val="005C1534"/>
    <w:rsid w:val="005C268F"/>
    <w:rsid w:val="005D0916"/>
    <w:rsid w:val="005E7458"/>
    <w:rsid w:val="005F4CA2"/>
    <w:rsid w:val="006171F6"/>
    <w:rsid w:val="0064177F"/>
    <w:rsid w:val="00646F7D"/>
    <w:rsid w:val="006536F8"/>
    <w:rsid w:val="0067087B"/>
    <w:rsid w:val="006854E4"/>
    <w:rsid w:val="006920D5"/>
    <w:rsid w:val="006B40E0"/>
    <w:rsid w:val="006B574E"/>
    <w:rsid w:val="006F275D"/>
    <w:rsid w:val="006F344F"/>
    <w:rsid w:val="007062CA"/>
    <w:rsid w:val="00715ABF"/>
    <w:rsid w:val="0072447B"/>
    <w:rsid w:val="00752AB1"/>
    <w:rsid w:val="00754447"/>
    <w:rsid w:val="0076603B"/>
    <w:rsid w:val="00771882"/>
    <w:rsid w:val="007732D6"/>
    <w:rsid w:val="00784FE0"/>
    <w:rsid w:val="0079052C"/>
    <w:rsid w:val="00790716"/>
    <w:rsid w:val="007A32AA"/>
    <w:rsid w:val="007B0DD4"/>
    <w:rsid w:val="007B20B5"/>
    <w:rsid w:val="007C28BA"/>
    <w:rsid w:val="007D2E4C"/>
    <w:rsid w:val="007D53D0"/>
    <w:rsid w:val="007F37D1"/>
    <w:rsid w:val="008175C2"/>
    <w:rsid w:val="00837D90"/>
    <w:rsid w:val="00854FDC"/>
    <w:rsid w:val="00881E58"/>
    <w:rsid w:val="00882250"/>
    <w:rsid w:val="00890FC6"/>
    <w:rsid w:val="008B058E"/>
    <w:rsid w:val="008C2786"/>
    <w:rsid w:val="008D60F8"/>
    <w:rsid w:val="008E1CA8"/>
    <w:rsid w:val="008F641A"/>
    <w:rsid w:val="009102BD"/>
    <w:rsid w:val="00932BF1"/>
    <w:rsid w:val="00933367"/>
    <w:rsid w:val="0093702C"/>
    <w:rsid w:val="0094764F"/>
    <w:rsid w:val="00963888"/>
    <w:rsid w:val="009649B9"/>
    <w:rsid w:val="009A43F5"/>
    <w:rsid w:val="009B496E"/>
    <w:rsid w:val="009C1C42"/>
    <w:rsid w:val="009C782D"/>
    <w:rsid w:val="009D1D0A"/>
    <w:rsid w:val="009E2B82"/>
    <w:rsid w:val="009E7FD9"/>
    <w:rsid w:val="00A02DB6"/>
    <w:rsid w:val="00A05E2B"/>
    <w:rsid w:val="00A132B5"/>
    <w:rsid w:val="00A17238"/>
    <w:rsid w:val="00A177D9"/>
    <w:rsid w:val="00A221CE"/>
    <w:rsid w:val="00A32ECD"/>
    <w:rsid w:val="00A40456"/>
    <w:rsid w:val="00A525A7"/>
    <w:rsid w:val="00A54A8B"/>
    <w:rsid w:val="00A63D19"/>
    <w:rsid w:val="00A75E69"/>
    <w:rsid w:val="00A97F39"/>
    <w:rsid w:val="00AB488A"/>
    <w:rsid w:val="00AD75B6"/>
    <w:rsid w:val="00AF1356"/>
    <w:rsid w:val="00B0577D"/>
    <w:rsid w:val="00B071CE"/>
    <w:rsid w:val="00B20FB2"/>
    <w:rsid w:val="00B373F5"/>
    <w:rsid w:val="00B37CD7"/>
    <w:rsid w:val="00B418CC"/>
    <w:rsid w:val="00B647C0"/>
    <w:rsid w:val="00B86980"/>
    <w:rsid w:val="00B875CC"/>
    <w:rsid w:val="00BB7C8A"/>
    <w:rsid w:val="00BD3FD3"/>
    <w:rsid w:val="00BE1888"/>
    <w:rsid w:val="00BE33FC"/>
    <w:rsid w:val="00C0327D"/>
    <w:rsid w:val="00C22C35"/>
    <w:rsid w:val="00C35685"/>
    <w:rsid w:val="00C41349"/>
    <w:rsid w:val="00C479ED"/>
    <w:rsid w:val="00C50EC1"/>
    <w:rsid w:val="00C52FFE"/>
    <w:rsid w:val="00C7575B"/>
    <w:rsid w:val="00C84390"/>
    <w:rsid w:val="00C850A6"/>
    <w:rsid w:val="00C87089"/>
    <w:rsid w:val="00C9414C"/>
    <w:rsid w:val="00CA7BC1"/>
    <w:rsid w:val="00CD57D9"/>
    <w:rsid w:val="00CF2AC5"/>
    <w:rsid w:val="00D20E99"/>
    <w:rsid w:val="00D30A5A"/>
    <w:rsid w:val="00D40858"/>
    <w:rsid w:val="00D42579"/>
    <w:rsid w:val="00D45B21"/>
    <w:rsid w:val="00D5025C"/>
    <w:rsid w:val="00D52647"/>
    <w:rsid w:val="00D62E46"/>
    <w:rsid w:val="00D668AB"/>
    <w:rsid w:val="00D71FA7"/>
    <w:rsid w:val="00D75840"/>
    <w:rsid w:val="00D82823"/>
    <w:rsid w:val="00D86824"/>
    <w:rsid w:val="00D9209B"/>
    <w:rsid w:val="00D94C68"/>
    <w:rsid w:val="00DC430C"/>
    <w:rsid w:val="00DC5EA1"/>
    <w:rsid w:val="00DD026A"/>
    <w:rsid w:val="00DE4F44"/>
    <w:rsid w:val="00DF5308"/>
    <w:rsid w:val="00E05AF3"/>
    <w:rsid w:val="00E1056E"/>
    <w:rsid w:val="00E16DE4"/>
    <w:rsid w:val="00E25DC5"/>
    <w:rsid w:val="00E3094E"/>
    <w:rsid w:val="00E46546"/>
    <w:rsid w:val="00E6335F"/>
    <w:rsid w:val="00E747CE"/>
    <w:rsid w:val="00EE0DB3"/>
    <w:rsid w:val="00EE1951"/>
    <w:rsid w:val="00F02429"/>
    <w:rsid w:val="00F14F5A"/>
    <w:rsid w:val="00F21805"/>
    <w:rsid w:val="00F51F57"/>
    <w:rsid w:val="00F5714D"/>
    <w:rsid w:val="00F71F9E"/>
    <w:rsid w:val="00F73FDE"/>
    <w:rsid w:val="00F821E3"/>
    <w:rsid w:val="00FB12D9"/>
    <w:rsid w:val="00FD3510"/>
    <w:rsid w:val="00FD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85362C"/>
  <w15:docId w15:val="{90504C38-F357-49FD-B140-CEC64A3E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sz w:val="24"/>
      <w:lang w:val="en-GB" w:eastAsia="en-AU"/>
    </w:rPr>
  </w:style>
  <w:style w:type="paragraph" w:styleId="Heading1">
    <w:name w:val="heading 1"/>
    <w:basedOn w:val="Normal"/>
    <w:next w:val="Normal"/>
    <w:qFormat/>
    <w:pPr>
      <w:keepNext/>
      <w:spacing w:before="240" w:after="480" w:line="480" w:lineRule="auto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spacing w:before="240" w:after="180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pPr>
      <w:keepNext/>
      <w:spacing w:before="240"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spacing w:before="240" w:after="120"/>
      <w:ind w:left="851" w:hanging="851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120"/>
      <w:ind w:left="851"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spacing w:before="180" w:after="120"/>
      <w:ind w:left="851"/>
      <w:outlineLvl w:val="5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480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19"/>
        <w:tab w:val="right" w:pos="9071"/>
      </w:tabs>
      <w:spacing w:after="120"/>
    </w:pPr>
    <w:rPr>
      <w:sz w:val="22"/>
    </w:rPr>
  </w:style>
  <w:style w:type="paragraph" w:customStyle="1" w:styleId="Normalclose">
    <w:name w:val="Normal close"/>
    <w:basedOn w:val="Normal"/>
    <w:pPr>
      <w:spacing w:after="80"/>
    </w:pPr>
  </w:style>
  <w:style w:type="paragraph" w:customStyle="1" w:styleId="Normalsectend">
    <w:name w:val="Normal sect end"/>
    <w:basedOn w:val="Normalclose"/>
    <w:pPr>
      <w:spacing w:after="480"/>
    </w:pPr>
  </w:style>
  <w:style w:type="paragraph" w:customStyle="1" w:styleId="Normalend">
    <w:name w:val="Normal end"/>
    <w:basedOn w:val="Normalsectend"/>
    <w:pPr>
      <w:spacing w:after="360"/>
    </w:pPr>
  </w:style>
  <w:style w:type="paragraph" w:customStyle="1" w:styleId="Bullet1end">
    <w:name w:val="Bullet 1 end"/>
    <w:basedOn w:val="Bullet1"/>
    <w:pPr>
      <w:spacing w:after="360"/>
    </w:pPr>
  </w:style>
  <w:style w:type="paragraph" w:customStyle="1" w:styleId="Bullet1">
    <w:name w:val="Bullet 1"/>
    <w:basedOn w:val="Normal"/>
    <w:pPr>
      <w:tabs>
        <w:tab w:val="left" w:pos="720"/>
      </w:tabs>
      <w:spacing w:after="80"/>
      <w:ind w:left="851" w:hanging="851"/>
    </w:pPr>
  </w:style>
  <w:style w:type="paragraph" w:customStyle="1" w:styleId="Bullet2">
    <w:name w:val="Bullet 2"/>
    <w:basedOn w:val="Normal"/>
    <w:pPr>
      <w:keepNext/>
      <w:numPr>
        <w:numId w:val="1"/>
      </w:numPr>
      <w:tabs>
        <w:tab w:val="left" w:pos="720"/>
      </w:tabs>
      <w:spacing w:after="80"/>
    </w:pPr>
  </w:style>
  <w:style w:type="paragraph" w:customStyle="1" w:styleId="Bullet1sectend">
    <w:name w:val="Bullet 1 sect. end"/>
    <w:basedOn w:val="Bullet1end"/>
    <w:pPr>
      <w:spacing w:after="480"/>
    </w:pPr>
  </w:style>
  <w:style w:type="paragraph" w:customStyle="1" w:styleId="Bullet3">
    <w:name w:val="Bullet 3"/>
    <w:basedOn w:val="Bullet1"/>
    <w:pPr>
      <w:ind w:left="1985" w:hanging="567"/>
    </w:pPr>
  </w:style>
  <w:style w:type="paragraph" w:customStyle="1" w:styleId="Bullet2end">
    <w:name w:val="Bullet 2 end"/>
    <w:basedOn w:val="Bullet2"/>
    <w:pPr>
      <w:spacing w:after="360"/>
    </w:pPr>
  </w:style>
  <w:style w:type="paragraph" w:customStyle="1" w:styleId="Bullet2sectend">
    <w:name w:val="Bullet 2 sect. end"/>
    <w:basedOn w:val="Bullet2end"/>
    <w:pPr>
      <w:spacing w:after="480"/>
    </w:pPr>
  </w:style>
  <w:style w:type="paragraph" w:customStyle="1" w:styleId="Sub-title">
    <w:name w:val="Sub-title"/>
    <w:basedOn w:val="Normal"/>
    <w:pPr>
      <w:spacing w:before="120"/>
    </w:pPr>
    <w:rPr>
      <w:b/>
    </w:rPr>
  </w:style>
  <w:style w:type="paragraph" w:customStyle="1" w:styleId="Bullet3end">
    <w:name w:val="Bullet 3 end"/>
    <w:basedOn w:val="Bullet3"/>
    <w:pPr>
      <w:spacing w:after="360"/>
    </w:pPr>
  </w:style>
  <w:style w:type="paragraph" w:customStyle="1" w:styleId="Bullet3sectend">
    <w:name w:val="Bullet 3 sect. end"/>
    <w:basedOn w:val="Bullet3end"/>
    <w:pPr>
      <w:spacing w:after="480"/>
    </w:pPr>
  </w:style>
  <w:style w:type="paragraph" w:customStyle="1" w:styleId="Bullet1last">
    <w:name w:val="Bullet 1 last"/>
    <w:basedOn w:val="Bullet1end"/>
    <w:pPr>
      <w:spacing w:after="240"/>
    </w:pPr>
  </w:style>
  <w:style w:type="paragraph" w:customStyle="1" w:styleId="Bullet2last">
    <w:name w:val="Bullet 2 last"/>
    <w:basedOn w:val="Bullet2"/>
    <w:pPr>
      <w:spacing w:after="240"/>
    </w:pPr>
  </w:style>
  <w:style w:type="paragraph" w:customStyle="1" w:styleId="Bullet3last">
    <w:name w:val="Bullet 3 last"/>
    <w:basedOn w:val="Bullet3"/>
    <w:pPr>
      <w:spacing w:after="240"/>
    </w:pPr>
  </w:style>
  <w:style w:type="paragraph" w:customStyle="1" w:styleId="NormalHanging">
    <w:name w:val="Normal Hanging"/>
    <w:basedOn w:val="Normal"/>
    <w:pPr>
      <w:ind w:left="851" w:hanging="851"/>
    </w:pPr>
  </w:style>
  <w:style w:type="paragraph" w:customStyle="1" w:styleId="NormalHangingend">
    <w:name w:val="Normal Hanging end"/>
    <w:basedOn w:val="NormalHanging"/>
    <w:pPr>
      <w:spacing w:after="360"/>
    </w:pPr>
  </w:style>
  <w:style w:type="paragraph" w:styleId="NormalIndent">
    <w:name w:val="Normal Indent"/>
    <w:basedOn w:val="Normal"/>
    <w:pPr>
      <w:ind w:left="851"/>
    </w:pPr>
  </w:style>
  <w:style w:type="paragraph" w:customStyle="1" w:styleId="NormalIndentend">
    <w:name w:val="Normal Indent end"/>
    <w:basedOn w:val="NormalIndent"/>
    <w:pPr>
      <w:spacing w:after="360"/>
    </w:pPr>
  </w:style>
  <w:style w:type="paragraph" w:customStyle="1" w:styleId="Table">
    <w:name w:val="Table"/>
    <w:basedOn w:val="Normal"/>
    <w:pPr>
      <w:spacing w:before="60" w:after="60"/>
    </w:pPr>
  </w:style>
  <w:style w:type="paragraph" w:customStyle="1" w:styleId="NormalIndent2">
    <w:name w:val="Normal Indent 2"/>
    <w:basedOn w:val="NormalIndent"/>
    <w:pPr>
      <w:ind w:left="1440"/>
    </w:pPr>
  </w:style>
  <w:style w:type="paragraph" w:customStyle="1" w:styleId="NormalHanging2">
    <w:name w:val="Normal Hanging 2"/>
    <w:basedOn w:val="NormalHanging"/>
    <w:pPr>
      <w:tabs>
        <w:tab w:val="left" w:pos="270"/>
      </w:tabs>
      <w:ind w:left="1440"/>
    </w:pPr>
  </w:style>
  <w:style w:type="paragraph" w:customStyle="1" w:styleId="NormalHanging2end">
    <w:name w:val="Normal Hanging 2 end"/>
    <w:basedOn w:val="NormalHanging2"/>
    <w:pPr>
      <w:spacing w:after="360"/>
    </w:pPr>
  </w:style>
  <w:style w:type="paragraph" w:customStyle="1" w:styleId="NormalHanging3">
    <w:name w:val="Normal Hanging 3"/>
    <w:basedOn w:val="NormalHanging"/>
    <w:pPr>
      <w:ind w:left="2160"/>
    </w:pPr>
  </w:style>
  <w:style w:type="paragraph" w:customStyle="1" w:styleId="NormalHanging3end">
    <w:name w:val="Normal Hanging 3 end"/>
    <w:basedOn w:val="NormalHanging3"/>
    <w:pPr>
      <w:spacing w:after="360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120"/>
    </w:pPr>
    <w:rPr>
      <w:i/>
      <w:sz w:val="22"/>
    </w:rPr>
  </w:style>
  <w:style w:type="paragraph" w:customStyle="1" w:styleId="glossary">
    <w:name w:val="glossary"/>
    <w:basedOn w:val="Heading4"/>
    <w:pPr>
      <w:outlineLvl w:val="9"/>
    </w:pPr>
  </w:style>
  <w:style w:type="paragraph" w:customStyle="1" w:styleId="screen">
    <w:name w:val="screen"/>
    <w:basedOn w:val="Normal"/>
    <w:pPr>
      <w:spacing w:after="0"/>
      <w:ind w:left="720"/>
      <w:jc w:val="both"/>
    </w:pPr>
    <w:rPr>
      <w:rFonts w:ascii="Courier New" w:hAnsi="Courier New"/>
      <w:sz w:val="16"/>
    </w:rPr>
  </w:style>
  <w:style w:type="paragraph" w:styleId="TOC2">
    <w:name w:val="toc 2"/>
    <w:basedOn w:val="Normal"/>
    <w:next w:val="Normal"/>
    <w:semiHidden/>
    <w:pPr>
      <w:tabs>
        <w:tab w:val="left" w:pos="907"/>
        <w:tab w:val="right" w:leader="dot" w:pos="9071"/>
      </w:tabs>
      <w:ind w:left="907" w:hanging="680"/>
    </w:pPr>
    <w:rPr>
      <w:b/>
      <w:color w:val="008000"/>
    </w:rPr>
  </w:style>
  <w:style w:type="paragraph" w:styleId="TOC3">
    <w:name w:val="toc 3"/>
    <w:basedOn w:val="Normal"/>
    <w:next w:val="Normal"/>
    <w:semiHidden/>
    <w:pPr>
      <w:tabs>
        <w:tab w:val="left" w:pos="1588"/>
        <w:tab w:val="right" w:leader="dot" w:pos="9071"/>
      </w:tabs>
      <w:ind w:left="1587" w:hanging="680"/>
    </w:pPr>
    <w:rPr>
      <w:color w:val="008000"/>
    </w:rPr>
  </w:style>
  <w:style w:type="paragraph" w:styleId="TOC4">
    <w:name w:val="toc 4"/>
    <w:basedOn w:val="Normal"/>
    <w:next w:val="Normal"/>
    <w:semiHidden/>
    <w:pPr>
      <w:tabs>
        <w:tab w:val="left" w:pos="2268"/>
        <w:tab w:val="right" w:leader="dot" w:pos="9071"/>
      </w:tabs>
      <w:ind w:left="2268" w:hanging="680"/>
    </w:pPr>
    <w:rPr>
      <w:color w:val="00800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customStyle="1" w:styleId="List2columns">
    <w:name w:val="List 2 columns"/>
    <w:basedOn w:val="NormalIndent"/>
    <w:pPr>
      <w:tabs>
        <w:tab w:val="left" w:pos="4820"/>
      </w:tabs>
      <w:spacing w:after="120"/>
      <w:ind w:left="1418"/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240"/>
    </w:pPr>
    <w:rPr>
      <w:b/>
      <w:color w:val="008000"/>
    </w:rPr>
  </w:style>
  <w:style w:type="paragraph" w:styleId="Index1">
    <w:name w:val="index 1"/>
    <w:basedOn w:val="Normal"/>
    <w:next w:val="Normal"/>
    <w:semiHidden/>
    <w:pPr>
      <w:tabs>
        <w:tab w:val="right" w:pos="4175"/>
      </w:tabs>
      <w:spacing w:after="0"/>
      <w:ind w:left="240" w:hanging="240"/>
    </w:pPr>
    <w:rPr>
      <w:rFonts w:ascii="Times New Roman" w:hAnsi="Times New Roman"/>
      <w:sz w:val="18"/>
    </w:rPr>
  </w:style>
  <w:style w:type="paragraph" w:styleId="Index2">
    <w:name w:val="index 2"/>
    <w:basedOn w:val="Normal"/>
    <w:next w:val="Normal"/>
    <w:semiHidden/>
    <w:pPr>
      <w:tabs>
        <w:tab w:val="right" w:pos="4175"/>
      </w:tabs>
      <w:spacing w:after="0"/>
      <w:ind w:left="480" w:hanging="240"/>
    </w:pPr>
    <w:rPr>
      <w:rFonts w:ascii="Times New Roman" w:hAnsi="Times New Roman"/>
      <w:sz w:val="18"/>
    </w:rPr>
  </w:style>
  <w:style w:type="paragraph" w:styleId="Index3">
    <w:name w:val="index 3"/>
    <w:basedOn w:val="Normal"/>
    <w:next w:val="Normal"/>
    <w:semiHidden/>
    <w:pPr>
      <w:tabs>
        <w:tab w:val="right" w:pos="4175"/>
      </w:tabs>
      <w:spacing w:after="0"/>
      <w:ind w:left="720" w:hanging="240"/>
    </w:pPr>
    <w:rPr>
      <w:rFonts w:ascii="Times New Roman" w:hAnsi="Times New Roman"/>
      <w:sz w:val="18"/>
    </w:rPr>
  </w:style>
  <w:style w:type="paragraph" w:styleId="Index4">
    <w:name w:val="index 4"/>
    <w:basedOn w:val="Normal"/>
    <w:next w:val="Normal"/>
    <w:semiHidden/>
    <w:pPr>
      <w:tabs>
        <w:tab w:val="right" w:pos="4175"/>
      </w:tabs>
      <w:spacing w:after="0"/>
      <w:ind w:left="960" w:hanging="240"/>
    </w:pPr>
    <w:rPr>
      <w:rFonts w:ascii="Times New Roman" w:hAnsi="Times New Roman"/>
      <w:sz w:val="18"/>
    </w:rPr>
  </w:style>
  <w:style w:type="paragraph" w:styleId="Index5">
    <w:name w:val="index 5"/>
    <w:basedOn w:val="Normal"/>
    <w:next w:val="Normal"/>
    <w:semiHidden/>
    <w:pPr>
      <w:tabs>
        <w:tab w:val="right" w:pos="4175"/>
      </w:tabs>
      <w:spacing w:after="0"/>
      <w:ind w:left="1200" w:hanging="240"/>
    </w:pPr>
    <w:rPr>
      <w:rFonts w:ascii="Times New Roman" w:hAnsi="Times New Roman"/>
      <w:sz w:val="18"/>
    </w:rPr>
  </w:style>
  <w:style w:type="paragraph" w:styleId="Index6">
    <w:name w:val="index 6"/>
    <w:basedOn w:val="Normal"/>
    <w:next w:val="Normal"/>
    <w:semiHidden/>
    <w:pPr>
      <w:tabs>
        <w:tab w:val="right" w:pos="4175"/>
      </w:tabs>
      <w:spacing w:after="0"/>
      <w:ind w:left="1440" w:hanging="240"/>
    </w:pPr>
    <w:rPr>
      <w:rFonts w:ascii="Times New Roman" w:hAnsi="Times New Roman"/>
      <w:sz w:val="18"/>
    </w:rPr>
  </w:style>
  <w:style w:type="paragraph" w:styleId="Index7">
    <w:name w:val="index 7"/>
    <w:basedOn w:val="Normal"/>
    <w:next w:val="Normal"/>
    <w:semiHidden/>
    <w:pPr>
      <w:tabs>
        <w:tab w:val="right" w:pos="4175"/>
      </w:tabs>
      <w:spacing w:after="0"/>
      <w:ind w:left="1680" w:hanging="240"/>
    </w:pPr>
    <w:rPr>
      <w:rFonts w:ascii="Times New Roman" w:hAnsi="Times New Roman"/>
      <w:sz w:val="18"/>
    </w:rPr>
  </w:style>
  <w:style w:type="paragraph" w:styleId="Index8">
    <w:name w:val="index 8"/>
    <w:basedOn w:val="Normal"/>
    <w:next w:val="Normal"/>
    <w:semiHidden/>
    <w:pPr>
      <w:tabs>
        <w:tab w:val="right" w:pos="4175"/>
      </w:tabs>
      <w:spacing w:after="0"/>
      <w:ind w:left="1920" w:hanging="240"/>
    </w:pPr>
    <w:rPr>
      <w:rFonts w:ascii="Times New Roman" w:hAnsi="Times New Roman"/>
      <w:sz w:val="18"/>
    </w:rPr>
  </w:style>
  <w:style w:type="paragraph" w:styleId="Index9">
    <w:name w:val="index 9"/>
    <w:basedOn w:val="Normal"/>
    <w:next w:val="Normal"/>
    <w:semiHidden/>
    <w:pPr>
      <w:tabs>
        <w:tab w:val="right" w:pos="4175"/>
      </w:tabs>
      <w:spacing w:after="0"/>
      <w:ind w:left="2160" w:hanging="240"/>
    </w:pPr>
    <w:rPr>
      <w:rFonts w:ascii="Times New Roman" w:hAnsi="Times New Roman"/>
      <w:sz w:val="18"/>
    </w:rPr>
  </w:style>
  <w:style w:type="paragraph" w:styleId="IndexHeading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sz w:val="26"/>
    </w:rPr>
  </w:style>
  <w:style w:type="paragraph" w:customStyle="1" w:styleId="NotHeading2">
    <w:name w:val="Not Heading 2"/>
    <w:basedOn w:val="Heading2"/>
    <w:pPr>
      <w:outlineLvl w:val="9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ind w:left="960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ind w:left="1200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ind w:left="1440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ind w:left="1680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paragraph" w:customStyle="1" w:styleId="DocumentTitle">
    <w:name w:val="Document Title"/>
    <w:basedOn w:val="Heading1"/>
    <w:next w:val="Normal"/>
    <w:pPr>
      <w:jc w:val="center"/>
      <w:outlineLvl w:val="9"/>
    </w:pPr>
  </w:style>
  <w:style w:type="paragraph" w:customStyle="1" w:styleId="NormalIndent3">
    <w:name w:val="Normal Indent 3"/>
    <w:basedOn w:val="NormalIndent2"/>
    <w:pPr>
      <w:ind w:left="1985"/>
    </w:pPr>
  </w:style>
  <w:style w:type="paragraph" w:customStyle="1" w:styleId="Bullet4Last">
    <w:name w:val="Bullet 4 Last"/>
    <w:basedOn w:val="Bullet4"/>
    <w:pPr>
      <w:spacing w:after="240"/>
    </w:pPr>
  </w:style>
  <w:style w:type="paragraph" w:customStyle="1" w:styleId="Bullet4">
    <w:name w:val="Bullet 4"/>
    <w:basedOn w:val="Bullet1"/>
    <w:pPr>
      <w:ind w:left="2268" w:hanging="283"/>
    </w:pPr>
  </w:style>
  <w:style w:type="paragraph" w:customStyle="1" w:styleId="Bullet4End">
    <w:name w:val="Bullet 4 End"/>
    <w:basedOn w:val="Bullet4Last"/>
    <w:pPr>
      <w:spacing w:after="360"/>
    </w:pPr>
  </w:style>
  <w:style w:type="paragraph" w:customStyle="1" w:styleId="SchoolNameNo">
    <w:name w:val="School Name &amp; No."/>
    <w:basedOn w:val="Normal"/>
    <w:pPr>
      <w:tabs>
        <w:tab w:val="right" w:pos="9027"/>
      </w:tabs>
      <w:spacing w:after="0"/>
    </w:pPr>
    <w:rPr>
      <w:rFonts w:ascii="Times New Roman" w:hAnsi="Times New Roman"/>
      <w:b/>
      <w:caps/>
      <w:sz w:val="28"/>
      <w:lang w:val="en-AU"/>
    </w:rPr>
  </w:style>
  <w:style w:type="paragraph" w:customStyle="1" w:styleId="Indent">
    <w:name w:val="Indent"/>
    <w:basedOn w:val="Normal"/>
    <w:pPr>
      <w:spacing w:after="0"/>
      <w:ind w:left="1060"/>
    </w:pPr>
    <w:rPr>
      <w:rFonts w:ascii="Times New Roman" w:hAnsi="Times New Roman"/>
      <w:lang w:val="en-AU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CA7BC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5DC5"/>
    <w:pPr>
      <w:spacing w:before="100" w:beforeAutospacing="1" w:after="100" w:afterAutospacing="1"/>
    </w:pPr>
    <w:rPr>
      <w:rFonts w:ascii="Times New Roman" w:hAnsi="Times New Roman"/>
      <w:szCs w:val="24"/>
      <w:lang w:val="en-AU"/>
    </w:rPr>
  </w:style>
  <w:style w:type="paragraph" w:customStyle="1" w:styleId="default">
    <w:name w:val="default"/>
    <w:basedOn w:val="Normal"/>
    <w:rsid w:val="002A6AD0"/>
    <w:pPr>
      <w:spacing w:before="100" w:beforeAutospacing="1" w:after="100" w:afterAutospacing="1"/>
    </w:pPr>
    <w:rPr>
      <w:rFonts w:ascii="Times New Roman" w:hAnsi="Times New Roman"/>
      <w:szCs w:val="24"/>
      <w:lang w:val="en-AU"/>
    </w:rPr>
  </w:style>
  <w:style w:type="table" w:styleId="TableGrid">
    <w:name w:val="Table Grid"/>
    <w:basedOn w:val="TableNormal"/>
    <w:rsid w:val="00CF2AC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73A1"/>
    <w:pPr>
      <w:spacing w:after="0"/>
      <w:ind w:left="720"/>
      <w:contextualSpacing/>
    </w:pPr>
    <w:rPr>
      <w:rFonts w:ascii="Times New Roman" w:hAnsi="Times New Roman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8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5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5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5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2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LEDU1004\School\Clerical\Katrina%20Sexton\Context%20Statement\SCS_Instruct.do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beachps.sa.edu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GATP~1\LOCALS~1\Temp\SchoolContextStatementTe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SchoolContextStatementTem.dot</Template>
  <TotalTime>51</TotalTime>
  <Pages>7</Pages>
  <Words>2129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Context Statement Template</vt:lpstr>
    </vt:vector>
  </TitlesOfParts>
  <Company>DETE</Company>
  <LinksUpToDate>false</LinksUpToDate>
  <CharactersWithSpaces>13741</CharactersWithSpaces>
  <SharedDoc>false</SharedDoc>
  <HLinks>
    <vt:vector size="12" baseType="variant">
      <vt:variant>
        <vt:i4>3866666</vt:i4>
      </vt:variant>
      <vt:variant>
        <vt:i4>3</vt:i4>
      </vt:variant>
      <vt:variant>
        <vt:i4>0</vt:i4>
      </vt:variant>
      <vt:variant>
        <vt:i4>5</vt:i4>
      </vt:variant>
      <vt:variant>
        <vt:lpwstr>http://www.wbeachps.sa.edu.au/</vt:lpwstr>
      </vt:variant>
      <vt:variant>
        <vt:lpwstr/>
      </vt:variant>
      <vt:variant>
        <vt:i4>97</vt:i4>
      </vt:variant>
      <vt:variant>
        <vt:i4>0</vt:i4>
      </vt:variant>
      <vt:variant>
        <vt:i4>0</vt:i4>
      </vt:variant>
      <vt:variant>
        <vt:i4>5</vt:i4>
      </vt:variant>
      <vt:variant>
        <vt:lpwstr>http://www.decs.sa.gov.au/docs/files/communities/docman/1/SCS_Instruct.dot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Context Statement Template</dc:title>
  <dc:creator>pagatpatR</dc:creator>
  <cp:keywords>school context statement,site context statement,template,context statement</cp:keywords>
  <cp:lastModifiedBy>Kevin Kennedy</cp:lastModifiedBy>
  <cp:revision>6</cp:revision>
  <cp:lastPrinted>2017-08-04T06:05:00Z</cp:lastPrinted>
  <dcterms:created xsi:type="dcterms:W3CDTF">2019-09-16T04:07:00Z</dcterms:created>
  <dcterms:modified xsi:type="dcterms:W3CDTF">2019-10-28T22:03:00Z</dcterms:modified>
</cp:coreProperties>
</file>